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B09" w:rsidRDefault="00243B09">
      <w:pPr>
        <w:jc w:val="center"/>
        <w:rPr>
          <w:rFonts w:ascii="Comic Sans MS" w:hAnsi="Comic Sans MS"/>
          <w:b/>
          <w:sz w:val="52"/>
          <w:szCs w:val="52"/>
        </w:rPr>
      </w:pPr>
      <w:r>
        <w:rPr>
          <w:rFonts w:ascii="Comic Sans MS" w:hAnsi="Comic Sans MS"/>
          <w:b/>
          <w:sz w:val="52"/>
          <w:szCs w:val="52"/>
        </w:rPr>
        <w:t>FORRESTER HIGH SCHOOL ENGLISH DEPARTMENT</w:t>
      </w:r>
    </w:p>
    <w:p w:rsidR="00243B09" w:rsidRDefault="00243B09">
      <w:pPr>
        <w:jc w:val="center"/>
        <w:rPr>
          <w:rFonts w:ascii="Comic Sans MS" w:hAnsi="Comic Sans MS"/>
          <w:b/>
          <w:sz w:val="52"/>
          <w:szCs w:val="52"/>
        </w:rPr>
      </w:pPr>
    </w:p>
    <w:p w:rsidR="00243B09" w:rsidRDefault="00243B09">
      <w:pPr>
        <w:jc w:val="center"/>
        <w:rPr>
          <w:rFonts w:ascii="Comic Sans MS" w:hAnsi="Comic Sans MS"/>
          <w:b/>
          <w:sz w:val="48"/>
          <w:szCs w:val="48"/>
        </w:rPr>
      </w:pPr>
      <w:r>
        <w:rPr>
          <w:rFonts w:ascii="Comic Sans MS" w:hAnsi="Comic Sans MS"/>
          <w:b/>
          <w:sz w:val="48"/>
          <w:szCs w:val="48"/>
        </w:rPr>
        <w:t>S1 HOMEWORK CONNECTIONS</w:t>
      </w:r>
    </w:p>
    <w:p w:rsidR="00243B09" w:rsidRDefault="00243B09"/>
    <w:p w:rsidR="00243B09" w:rsidRDefault="00243B09"/>
    <w:p w:rsidR="00243B09" w:rsidRDefault="00243B09"/>
    <w:p w:rsidR="00243B09" w:rsidRDefault="00243B09">
      <w:r>
        <w:t xml:space="preserve">       </w:t>
      </w:r>
      <w:r w:rsidRPr="00756C0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756C09">
        <w:rPr>
          <w:noProof/>
        </w:rPr>
        <w:pict>
          <v:shape id="_x0000_i1026" type="#_x0000_t75" style="width:93pt;height:93pt;visibility:visible">
            <v:imagedata r:id="rId6" o:title=""/>
          </v:shape>
        </w:pict>
      </w:r>
      <w:r>
        <w:t xml:space="preserve">                </w:t>
      </w:r>
      <w:r w:rsidRPr="00756C09">
        <w:rPr>
          <w:noProof/>
        </w:rPr>
        <w:pict>
          <v:shape id="_x0000_i1027" type="#_x0000_t75" style="width:65.25pt;height:70.5pt;visibility:visible">
            <v:imagedata r:id="rId7" o:title=""/>
          </v:shape>
        </w:pict>
      </w:r>
      <w:r>
        <w:t xml:space="preserve">   </w:t>
      </w:r>
    </w:p>
    <w:p w:rsidR="00243B09" w:rsidRDefault="00243B09"/>
    <w:p w:rsidR="00243B09" w:rsidRDefault="00243B09">
      <w:r>
        <w:t xml:space="preserve">     </w:t>
      </w:r>
    </w:p>
    <w:p w:rsidR="00243B09" w:rsidRDefault="00243B09">
      <w:r>
        <w:t xml:space="preserve">                                          </w:t>
      </w:r>
    </w:p>
    <w:p w:rsidR="00243B09" w:rsidRDefault="00243B09"/>
    <w:p w:rsidR="00243B09" w:rsidRDefault="00243B09">
      <w:r>
        <w:t xml:space="preserve">                        </w:t>
      </w:r>
    </w:p>
    <w:p w:rsidR="00243B09" w:rsidRDefault="00243B09"/>
    <w:p w:rsidR="00243B09" w:rsidRDefault="00243B09"/>
    <w:p w:rsidR="00243B09" w:rsidRDefault="00243B09">
      <w:r>
        <w:t xml:space="preserve">                        </w:t>
      </w:r>
      <w:r>
        <w:tab/>
      </w:r>
    </w:p>
    <w:p w:rsidR="00243B09" w:rsidRDefault="00243B09"/>
    <w:p w:rsidR="00243B09" w:rsidRDefault="00243B09"/>
    <w:p w:rsidR="00243B09" w:rsidRDefault="00243B09"/>
    <w:p w:rsidR="00243B09" w:rsidRDefault="00243B09">
      <w:r>
        <w:tab/>
      </w:r>
      <w:r>
        <w:tab/>
      </w:r>
      <w:r>
        <w:tab/>
        <w:t xml:space="preserve">  </w:t>
      </w:r>
      <w:r w:rsidRPr="00756C09">
        <w:rPr>
          <w:noProof/>
        </w:rPr>
        <w:pict>
          <v:shape id="_x0000_i1028" type="#_x0000_t75" style="width:135pt;height:135pt;visibility:visible">
            <v:imagedata r:id="rId8" o:title=""/>
          </v:shape>
        </w:pict>
      </w:r>
    </w:p>
    <w:p w:rsidR="00243B09" w:rsidRDefault="00243B09">
      <w:pPr>
        <w:rPr>
          <w:rFonts w:ascii="Comic Sans MS" w:hAnsi="Comic Sans MS"/>
          <w:b/>
          <w:sz w:val="32"/>
          <w:szCs w:val="32"/>
        </w:rPr>
      </w:pPr>
    </w:p>
    <w:p w:rsidR="00243B09" w:rsidRDefault="00243B09">
      <w:pPr>
        <w:rPr>
          <w:rFonts w:ascii="Comic Sans MS" w:hAnsi="Comic Sans MS"/>
          <w:b/>
          <w:sz w:val="32"/>
          <w:szCs w:val="32"/>
        </w:rPr>
      </w:pPr>
      <w:r>
        <w:rPr>
          <w:rFonts w:ascii="Comic Sans MS" w:hAnsi="Comic Sans MS"/>
          <w:b/>
          <w:sz w:val="32"/>
          <w:szCs w:val="32"/>
        </w:rPr>
        <w:t>Name:</w:t>
      </w:r>
    </w:p>
    <w:p w:rsidR="00243B09" w:rsidRDefault="00243B09">
      <w:pPr>
        <w:rPr>
          <w:rFonts w:ascii="Comic Sans MS" w:hAnsi="Comic Sans MS"/>
          <w:b/>
          <w:sz w:val="32"/>
          <w:szCs w:val="32"/>
        </w:rPr>
      </w:pPr>
      <w:r>
        <w:rPr>
          <w:rFonts w:ascii="Comic Sans MS" w:hAnsi="Comic Sans MS"/>
          <w:b/>
          <w:sz w:val="32"/>
          <w:szCs w:val="32"/>
        </w:rPr>
        <w:t>Class:</w:t>
      </w:r>
    </w:p>
    <w:p w:rsidR="00243B09" w:rsidRDefault="00243B09">
      <w:pPr>
        <w:rPr>
          <w:rFonts w:ascii="Comic Sans MS" w:hAnsi="Comic Sans MS"/>
          <w:b/>
          <w:sz w:val="32"/>
          <w:szCs w:val="32"/>
        </w:rPr>
      </w:pPr>
      <w:r>
        <w:rPr>
          <w:rFonts w:ascii="Comic Sans MS" w:hAnsi="Comic Sans MS"/>
          <w:b/>
          <w:sz w:val="32"/>
          <w:szCs w:val="32"/>
        </w:rPr>
        <w:t>Teacher:</w:t>
      </w:r>
    </w:p>
    <w:p w:rsidR="00243B09" w:rsidRDefault="00243B09">
      <w:pPr>
        <w:rPr>
          <w:rFonts w:ascii="Comic Sans MS" w:hAnsi="Comic Sans MS"/>
          <w:b/>
          <w:sz w:val="32"/>
          <w:szCs w:val="32"/>
        </w:rPr>
      </w:pPr>
      <w:r>
        <w:rPr>
          <w:rFonts w:ascii="Comic Sans MS" w:hAnsi="Comic Sans MS"/>
          <w:b/>
          <w:sz w:val="32"/>
          <w:szCs w:val="32"/>
        </w:rPr>
        <w:t>Library Period:</w:t>
      </w:r>
    </w:p>
    <w:p w:rsidR="00243B09" w:rsidRDefault="00243B09">
      <w:pPr>
        <w:rPr>
          <w:rFonts w:ascii="Comic Sans MS" w:hAnsi="Comic Sans MS"/>
          <w:b/>
          <w:sz w:val="32"/>
          <w:szCs w:val="32"/>
        </w:rPr>
      </w:pPr>
      <w:r>
        <w:rPr>
          <w:rFonts w:ascii="Comic Sans MS" w:hAnsi="Comic Sans MS"/>
          <w:b/>
          <w:sz w:val="32"/>
          <w:szCs w:val="32"/>
        </w:rPr>
        <w:t>Colour/reading range: Red 0-3.9</w:t>
      </w:r>
    </w:p>
    <w:p w:rsidR="00243B09" w:rsidRDefault="00243B09">
      <w:pPr>
        <w:rPr>
          <w:rFonts w:ascii="Comic Sans MS" w:hAnsi="Comic Sans MS"/>
          <w:b/>
          <w:sz w:val="32"/>
          <w:szCs w:val="32"/>
        </w:rPr>
      </w:pPr>
    </w:p>
    <w:p w:rsidR="00243B09" w:rsidRDefault="00243B09">
      <w:pPr>
        <w:rPr>
          <w:rFonts w:ascii="Comic Sans MS" w:hAnsi="Comic Sans MS"/>
          <w:b/>
          <w:sz w:val="32"/>
          <w:szCs w:val="32"/>
        </w:rPr>
      </w:pPr>
      <w:r>
        <w:rPr>
          <w:rFonts w:ascii="Comic Sans MS" w:hAnsi="Comic Sans MS"/>
          <w:b/>
          <w:sz w:val="32"/>
          <w:szCs w:val="32"/>
        </w:rPr>
        <w:t>Homework Policy</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rFonts w:ascii="Comic Sans MS" w:hAnsi="Comic Sans MS"/>
          <w:sz w:val="28"/>
          <w:szCs w:val="28"/>
        </w:rPr>
        <w:t>Homework is given out on a regular basis for the following reasons:</w:t>
      </w:r>
    </w:p>
    <w:p w:rsidR="00243B09" w:rsidRDefault="00243B09">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243B09" w:rsidRDefault="00243B09">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243B09" w:rsidRDefault="00243B09">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243B09" w:rsidRDefault="00243B09">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243B09" w:rsidRDefault="00243B09">
      <w:pPr>
        <w:rPr>
          <w:rFonts w:ascii="Comic Sans MS" w:hAnsi="Comic Sans MS"/>
          <w:sz w:val="28"/>
          <w:szCs w:val="28"/>
        </w:rPr>
      </w:pPr>
    </w:p>
    <w:p w:rsidR="00243B09" w:rsidRDefault="00243B09">
      <w:pPr>
        <w:numPr>
          <w:ilvl w:val="0"/>
          <w:numId w:val="2"/>
        </w:numPr>
        <w:rPr>
          <w:rFonts w:ascii="Comic Sans MS" w:hAnsi="Comic Sans MS"/>
          <w:sz w:val="28"/>
          <w:szCs w:val="28"/>
        </w:rPr>
      </w:pPr>
      <w:r>
        <w:rPr>
          <w:rFonts w:ascii="Comic Sans MS" w:hAnsi="Comic Sans MS"/>
          <w:sz w:val="28"/>
          <w:szCs w:val="28"/>
        </w:rPr>
        <w:t>S1 = 1 hour per week (includes reading)</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b/>
          <w:sz w:val="32"/>
          <w:szCs w:val="32"/>
        </w:rPr>
      </w:pPr>
    </w:p>
    <w:p w:rsidR="00243B09" w:rsidRDefault="00243B09">
      <w:pPr>
        <w:rPr>
          <w:rFonts w:ascii="Comic Sans MS" w:hAnsi="Comic Sans MS"/>
          <w:b/>
          <w:sz w:val="32"/>
          <w:szCs w:val="32"/>
        </w:rPr>
      </w:pPr>
    </w:p>
    <w:p w:rsidR="00243B09" w:rsidRDefault="00243B09">
      <w:pPr>
        <w:rPr>
          <w:rFonts w:ascii="Comic Sans MS" w:hAnsi="Comic Sans MS"/>
          <w:b/>
          <w:sz w:val="32"/>
          <w:szCs w:val="32"/>
        </w:rPr>
      </w:pPr>
    </w:p>
    <w:p w:rsidR="00243B09" w:rsidRDefault="00243B09">
      <w:pPr>
        <w:rPr>
          <w:rFonts w:ascii="Comic Sans MS" w:hAnsi="Comic Sans MS"/>
          <w:b/>
          <w:sz w:val="32"/>
          <w:szCs w:val="32"/>
        </w:rPr>
      </w:pPr>
    </w:p>
    <w:p w:rsidR="00243B09" w:rsidRDefault="00243B09">
      <w:pPr>
        <w:rPr>
          <w:rFonts w:ascii="Comic Sans MS" w:hAnsi="Comic Sans MS"/>
          <w:b/>
          <w:sz w:val="32"/>
          <w:szCs w:val="32"/>
        </w:rPr>
      </w:pPr>
      <w:r>
        <w:rPr>
          <w:rFonts w:ascii="Comic Sans MS" w:hAnsi="Comic Sans MS"/>
          <w:b/>
          <w:sz w:val="32"/>
          <w:szCs w:val="32"/>
        </w:rPr>
        <w:t>S1 (5-14 Curriculum)</w:t>
      </w:r>
    </w:p>
    <w:p w:rsidR="00243B09" w:rsidRDefault="00243B09">
      <w:pPr>
        <w:rPr>
          <w:rFonts w:ascii="Comic Sans MS" w:hAnsi="Comic Sans MS"/>
          <w:sz w:val="28"/>
          <w:szCs w:val="28"/>
        </w:rPr>
      </w:pPr>
    </w:p>
    <w:p w:rsidR="00243B09" w:rsidRDefault="00243B09">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243B09" w:rsidRDefault="00243B09">
      <w:pPr>
        <w:ind w:left="360"/>
        <w:rPr>
          <w:rFonts w:ascii="Comic Sans MS" w:hAnsi="Comic Sans MS"/>
          <w:sz w:val="28"/>
          <w:szCs w:val="28"/>
        </w:rPr>
      </w:pPr>
    </w:p>
    <w:p w:rsidR="00243B09" w:rsidRDefault="00243B09">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243B09" w:rsidRDefault="00243B09">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243B09" w:rsidRDefault="00243B09">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243B09" w:rsidRDefault="00243B09">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243B09" w:rsidRDefault="00243B09">
      <w:pPr>
        <w:ind w:left="360"/>
        <w:rPr>
          <w:rFonts w:ascii="Comic Sans MS" w:hAnsi="Comic Sans MS"/>
          <w:sz w:val="28"/>
          <w:szCs w:val="28"/>
        </w:rPr>
      </w:pPr>
    </w:p>
    <w:p w:rsidR="00243B09" w:rsidRDefault="00243B09">
      <w:pPr>
        <w:ind w:left="360"/>
        <w:rPr>
          <w:rFonts w:ascii="Comic Sans MS" w:hAnsi="Comic Sans MS"/>
          <w:sz w:val="28"/>
          <w:szCs w:val="28"/>
        </w:rPr>
      </w:pPr>
    </w:p>
    <w:p w:rsidR="00243B09" w:rsidRDefault="00243B09">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b/>
          <w:sz w:val="28"/>
          <w:szCs w:val="28"/>
        </w:rPr>
      </w:pPr>
      <w:r>
        <w:rPr>
          <w:rFonts w:ascii="Comic Sans MS" w:hAnsi="Comic Sans MS"/>
          <w:b/>
          <w:sz w:val="28"/>
          <w:szCs w:val="28"/>
        </w:rPr>
        <w:t>Signature of parent/guardian:</w:t>
      </w:r>
    </w:p>
    <w:p w:rsidR="00243B09" w:rsidRDefault="00243B09">
      <w:pPr>
        <w:jc w:val="center"/>
      </w:pPr>
    </w:p>
    <w:p w:rsidR="00243B09" w:rsidRDefault="00243B09">
      <w:pPr>
        <w:jc w:val="center"/>
      </w:pPr>
    </w:p>
    <w:p w:rsidR="00243B09" w:rsidRDefault="00243B09">
      <w:pPr>
        <w:jc w:val="center"/>
      </w:pPr>
    </w:p>
    <w:p w:rsidR="00243B09" w:rsidRDefault="00243B09">
      <w:pPr>
        <w:jc w:val="center"/>
      </w:pPr>
    </w:p>
    <w:p w:rsidR="00243B09" w:rsidRDefault="00243B09">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35200" stroked="f">
            <v:textbox>
              <w:txbxContent>
                <w:p w:rsidR="00243B09" w:rsidRDefault="00243B09">
                  <w:pPr>
                    <w:rPr>
                      <w:rFonts w:ascii="Comic Sans MS" w:hAnsi="Comic Sans MS"/>
                    </w:rPr>
                  </w:pPr>
                  <w:hyperlink r:id="rId9" w:history="1">
                    <w:r w:rsidRPr="00C6112A">
                      <w:rPr>
                        <w:rFonts w:ascii="Arial" w:hAnsi="Arial" w:cs="Arial"/>
                        <w:noProof/>
                        <w:color w:val="0000FF"/>
                      </w:rPr>
                      <w:pict>
                        <v:shape id="_x0000_i1030"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27" type="#_x0000_t202" style="position:absolute;margin-left:9pt;margin-top:11.95pt;width:36pt;height:36pt;z-index:251677184" stroked="f">
            <v:textbox>
              <w:txbxContent>
                <w:p w:rsidR="00243B09" w:rsidRDefault="00243B09" w:rsidP="002622BC">
                  <w:hyperlink r:id="rId11" w:history="1">
                    <w:r>
                      <w:rPr>
                        <w:sz w:val="20"/>
                        <w:szCs w:val="20"/>
                      </w:rPr>
                      <w:pict>
                        <v:shape id="_x0000_i1032"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28" type="#_x0000_t202" style="position:absolute;margin-left:9pt;margin-top:17.6pt;width:36pt;height:45pt;z-index:251636224" stroked="f">
            <v:textbox>
              <w:txbxContent>
                <w:p w:rsidR="00243B09" w:rsidRDefault="00243B09">
                  <w:hyperlink r:id="rId13" w:history="1">
                    <w:r w:rsidRPr="00C6112A">
                      <w:rPr>
                        <w:rFonts w:ascii="Arial" w:hAnsi="Arial" w:cs="Arial"/>
                        <w:noProof/>
                        <w:color w:val="0000FF"/>
                      </w:rPr>
                      <w:pict>
                        <v:shape id="_x0000_i1034"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29" type="#_x0000_t202" style="position:absolute;margin-left:9pt;margin-top:11.95pt;width:36pt;height:36pt;z-index:251678208" stroked="f">
            <v:textbox>
              <w:txbxContent>
                <w:p w:rsidR="00243B09" w:rsidRDefault="00243B09" w:rsidP="002622BC">
                  <w:hyperlink r:id="rId14" w:history="1">
                    <w:r>
                      <w:rPr>
                        <w:sz w:val="20"/>
                        <w:szCs w:val="20"/>
                      </w:rPr>
                      <w:pict>
                        <v:shape id="_x0000_i1036"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30" type="#_x0000_t202" style="position:absolute;margin-left:9pt;margin-top:6pt;width:27pt;height:45pt;z-index:251637248" stroked="f">
            <v:textbox>
              <w:txbxContent>
                <w:p w:rsidR="00243B09" w:rsidRDefault="00243B09">
                  <w:pPr>
                    <w:rPr>
                      <w:rFonts w:ascii="Comic Sans MS" w:hAnsi="Comic Sans MS"/>
                    </w:rPr>
                  </w:pPr>
                  <w:hyperlink r:id="rId15" w:history="1">
                    <w:r w:rsidRPr="00C6112A">
                      <w:rPr>
                        <w:rFonts w:ascii="Arial" w:hAnsi="Arial" w:cs="Arial"/>
                        <w:noProof/>
                        <w:color w:val="0000FF"/>
                      </w:rPr>
                      <w:pict>
                        <v:shape id="_x0000_i1038"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31" type="#_x0000_t202" style="position:absolute;margin-left:9pt;margin-top:11.95pt;width:36pt;height:36pt;z-index:251679232" stroked="f">
            <v:textbox>
              <w:txbxContent>
                <w:p w:rsidR="00243B09" w:rsidRDefault="00243B09" w:rsidP="002622BC">
                  <w:hyperlink r:id="rId16" w:history="1">
                    <w:r>
                      <w:rPr>
                        <w:sz w:val="20"/>
                        <w:szCs w:val="20"/>
                      </w:rPr>
                      <w:pict>
                        <v:shape id="_x0000_i1040"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32" type="#_x0000_t202" style="position:absolute;margin-left:9pt;margin-top:17.6pt;width:36pt;height:45pt;z-index:251638272" stroked="f">
            <v:textbox>
              <w:txbxContent>
                <w:p w:rsidR="00243B09" w:rsidRDefault="00243B09">
                  <w:hyperlink r:id="rId17" w:history="1">
                    <w:r w:rsidRPr="00C6112A">
                      <w:rPr>
                        <w:rFonts w:ascii="Arial" w:hAnsi="Arial" w:cs="Arial"/>
                        <w:noProof/>
                        <w:color w:val="0000FF"/>
                      </w:rPr>
                      <w:pict>
                        <v:shape id="_x0000_i1042"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33" type="#_x0000_t202" style="position:absolute;margin-left:9pt;margin-top:11.95pt;width:36pt;height:36pt;z-index:251680256" stroked="f">
            <v:textbox>
              <w:txbxContent>
                <w:p w:rsidR="00243B09" w:rsidRDefault="00243B09" w:rsidP="002622BC">
                  <w:hyperlink r:id="rId18" w:history="1">
                    <w:r>
                      <w:rPr>
                        <w:sz w:val="20"/>
                        <w:szCs w:val="20"/>
                      </w:rPr>
                      <w:pict>
                        <v:shape id="_x0000_i1044"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p>
    <w:p w:rsidR="00243B09" w:rsidRPr="002622BC"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34" type="#_x0000_t202" style="position:absolute;margin-left:9pt;margin-top:6pt;width:27pt;height:45pt;z-index:251598336" stroked="f">
            <v:textbox>
              <w:txbxContent>
                <w:p w:rsidR="00243B09" w:rsidRDefault="00243B09">
                  <w:pPr>
                    <w:rPr>
                      <w:rFonts w:ascii="Comic Sans MS" w:hAnsi="Comic Sans MS"/>
                    </w:rPr>
                  </w:pPr>
                  <w:hyperlink r:id="rId19" w:history="1">
                    <w:r w:rsidRPr="00C6112A">
                      <w:rPr>
                        <w:rFonts w:ascii="Arial" w:hAnsi="Arial" w:cs="Arial"/>
                        <w:noProof/>
                        <w:color w:val="0000FF"/>
                      </w:rPr>
                      <w:pict>
                        <v:shape id="_x0000_i1046"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35" type="#_x0000_t202" style="position:absolute;margin-left:9pt;margin-top:11.95pt;width:36pt;height:36pt;z-index:251681280" stroked="f">
            <v:textbox>
              <w:txbxContent>
                <w:p w:rsidR="00243B09" w:rsidRDefault="00243B09" w:rsidP="002622BC">
                  <w:hyperlink r:id="rId20" w:history="1">
                    <w:r>
                      <w:rPr>
                        <w:sz w:val="20"/>
                        <w:szCs w:val="20"/>
                      </w:rPr>
                      <w:pict>
                        <v:shape id="_x0000_i1048"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36" type="#_x0000_t202" style="position:absolute;margin-left:9pt;margin-top:17.6pt;width:36pt;height:45pt;z-index:251599360" stroked="f">
            <v:textbox>
              <w:txbxContent>
                <w:p w:rsidR="00243B09" w:rsidRDefault="00243B09">
                  <w:hyperlink r:id="rId21" w:history="1">
                    <w:r w:rsidRPr="00C6112A">
                      <w:rPr>
                        <w:rFonts w:ascii="Arial" w:hAnsi="Arial" w:cs="Arial"/>
                        <w:noProof/>
                        <w:color w:val="0000FF"/>
                      </w:rPr>
                      <w:pict>
                        <v:shape id="_x0000_i1050"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37" type="#_x0000_t202" style="position:absolute;margin-left:9pt;margin-top:11.95pt;width:36pt;height:36pt;z-index:251682304" stroked="f">
            <v:textbox>
              <w:txbxContent>
                <w:p w:rsidR="00243B09" w:rsidRDefault="00243B09" w:rsidP="002622BC">
                  <w:hyperlink r:id="rId22" w:history="1">
                    <w:r>
                      <w:rPr>
                        <w:sz w:val="20"/>
                        <w:szCs w:val="20"/>
                      </w:rPr>
                      <w:pict>
                        <v:shape id="_x0000_i1052"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38" type="#_x0000_t202" style="position:absolute;margin-left:9pt;margin-top:6pt;width:27pt;height:45pt;z-index:251600384" stroked="f">
            <v:textbox>
              <w:txbxContent>
                <w:p w:rsidR="00243B09" w:rsidRDefault="00243B09">
                  <w:pPr>
                    <w:rPr>
                      <w:rFonts w:ascii="Comic Sans MS" w:hAnsi="Comic Sans MS"/>
                    </w:rPr>
                  </w:pPr>
                  <w:hyperlink r:id="rId23" w:history="1">
                    <w:r w:rsidRPr="00C6112A">
                      <w:rPr>
                        <w:rFonts w:ascii="Arial" w:hAnsi="Arial" w:cs="Arial"/>
                        <w:noProof/>
                        <w:color w:val="0000FF"/>
                      </w:rPr>
                      <w:pict>
                        <v:shape id="_x0000_i1054"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39" type="#_x0000_t202" style="position:absolute;margin-left:9pt;margin-top:11.95pt;width:36pt;height:36pt;z-index:251683328" stroked="f">
            <v:textbox>
              <w:txbxContent>
                <w:p w:rsidR="00243B09" w:rsidRDefault="00243B09" w:rsidP="002622BC">
                  <w:hyperlink r:id="rId24" w:history="1">
                    <w:r>
                      <w:rPr>
                        <w:sz w:val="20"/>
                        <w:szCs w:val="20"/>
                      </w:rPr>
                      <w:pict>
                        <v:shape id="_x0000_i1056"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40" type="#_x0000_t202" style="position:absolute;margin-left:9pt;margin-top:17.6pt;width:36pt;height:45pt;z-index:251601408" stroked="f">
            <v:textbox>
              <w:txbxContent>
                <w:p w:rsidR="00243B09" w:rsidRDefault="00243B09">
                  <w:hyperlink r:id="rId25" w:history="1">
                    <w:r w:rsidRPr="00C6112A">
                      <w:rPr>
                        <w:rFonts w:ascii="Arial" w:hAnsi="Arial" w:cs="Arial"/>
                        <w:noProof/>
                        <w:color w:val="0000FF"/>
                      </w:rPr>
                      <w:pict>
                        <v:shape id="_x0000_i1058"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41" type="#_x0000_t202" style="position:absolute;margin-left:9pt;margin-top:11.95pt;width:36pt;height:36pt;z-index:251684352" stroked="f">
            <v:textbox>
              <w:txbxContent>
                <w:p w:rsidR="00243B09" w:rsidRDefault="00243B09" w:rsidP="002622BC">
                  <w:hyperlink r:id="rId26" w:history="1">
                    <w:r>
                      <w:rPr>
                        <w:sz w:val="20"/>
                        <w:szCs w:val="20"/>
                      </w:rPr>
                      <w:pict>
                        <v:shape id="_x0000_i1060"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b/>
          <w:sz w:val="28"/>
          <w:szCs w:val="28"/>
          <w:u w:val="single"/>
        </w:rPr>
      </w:pPr>
    </w:p>
    <w:p w:rsidR="00243B09" w:rsidRDefault="00243B09">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42" type="#_x0000_t202" style="position:absolute;margin-left:9pt;margin-top:6pt;width:27pt;height:45pt;z-index:251602432" stroked="f">
            <v:textbox>
              <w:txbxContent>
                <w:p w:rsidR="00243B09" w:rsidRDefault="00243B09">
                  <w:pPr>
                    <w:rPr>
                      <w:rFonts w:ascii="Comic Sans MS" w:hAnsi="Comic Sans MS"/>
                    </w:rPr>
                  </w:pPr>
                  <w:hyperlink r:id="rId27" w:history="1">
                    <w:r w:rsidRPr="00C6112A">
                      <w:rPr>
                        <w:rFonts w:ascii="Arial" w:hAnsi="Arial" w:cs="Arial"/>
                        <w:noProof/>
                        <w:color w:val="0000FF"/>
                      </w:rPr>
                      <w:pict>
                        <v:shape id="_x0000_i1062"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43" type="#_x0000_t202" style="position:absolute;margin-left:9pt;margin-top:11.95pt;width:36pt;height:36pt;z-index:251685376" stroked="f">
            <v:textbox>
              <w:txbxContent>
                <w:p w:rsidR="00243B09" w:rsidRDefault="00243B09" w:rsidP="002622BC">
                  <w:hyperlink r:id="rId28" w:history="1">
                    <w:r>
                      <w:rPr>
                        <w:sz w:val="20"/>
                        <w:szCs w:val="20"/>
                      </w:rPr>
                      <w:pict>
                        <v:shape id="_x0000_i1064"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44" type="#_x0000_t202" style="position:absolute;margin-left:9pt;margin-top:17.6pt;width:36pt;height:45pt;z-index:251603456" stroked="f">
            <v:textbox>
              <w:txbxContent>
                <w:p w:rsidR="00243B09" w:rsidRDefault="00243B09">
                  <w:hyperlink r:id="rId29" w:history="1">
                    <w:r w:rsidRPr="00C6112A">
                      <w:rPr>
                        <w:rFonts w:ascii="Arial" w:hAnsi="Arial" w:cs="Arial"/>
                        <w:noProof/>
                        <w:color w:val="0000FF"/>
                      </w:rPr>
                      <w:pict>
                        <v:shape id="_x0000_i1066"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45" type="#_x0000_t202" style="position:absolute;margin-left:9pt;margin-top:11.95pt;width:36pt;height:36pt;z-index:251686400" stroked="f">
            <v:textbox>
              <w:txbxContent>
                <w:p w:rsidR="00243B09" w:rsidRDefault="00243B09" w:rsidP="002622BC">
                  <w:hyperlink r:id="rId30" w:history="1">
                    <w:r>
                      <w:rPr>
                        <w:sz w:val="20"/>
                        <w:szCs w:val="20"/>
                      </w:rPr>
                      <w:pict>
                        <v:shape id="_x0000_i1068"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46" type="#_x0000_t202" style="position:absolute;margin-left:9pt;margin-top:6pt;width:27pt;height:45pt;z-index:251604480" stroked="f">
            <v:textbox>
              <w:txbxContent>
                <w:p w:rsidR="00243B09" w:rsidRDefault="00243B09">
                  <w:pPr>
                    <w:rPr>
                      <w:rFonts w:ascii="Comic Sans MS" w:hAnsi="Comic Sans MS"/>
                    </w:rPr>
                  </w:pPr>
                  <w:hyperlink r:id="rId31" w:history="1">
                    <w:r w:rsidRPr="00C6112A">
                      <w:rPr>
                        <w:rFonts w:ascii="Arial" w:hAnsi="Arial" w:cs="Arial"/>
                        <w:noProof/>
                        <w:color w:val="0000FF"/>
                      </w:rPr>
                      <w:pict>
                        <v:shape id="_x0000_i1070"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47" type="#_x0000_t202" style="position:absolute;margin-left:9pt;margin-top:11.95pt;width:36pt;height:36pt;z-index:251687424" stroked="f">
            <v:textbox>
              <w:txbxContent>
                <w:p w:rsidR="00243B09" w:rsidRDefault="00243B09" w:rsidP="002622BC">
                  <w:hyperlink r:id="rId32" w:history="1">
                    <w:r>
                      <w:rPr>
                        <w:sz w:val="20"/>
                        <w:szCs w:val="20"/>
                      </w:rPr>
                      <w:pict>
                        <v:shape id="_x0000_i1072"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48" type="#_x0000_t202" style="position:absolute;margin-left:9pt;margin-top:17.6pt;width:36pt;height:45pt;z-index:251605504" stroked="f">
            <v:textbox>
              <w:txbxContent>
                <w:p w:rsidR="00243B09" w:rsidRDefault="00243B09">
                  <w:hyperlink r:id="rId33" w:history="1">
                    <w:r w:rsidRPr="00C6112A">
                      <w:rPr>
                        <w:rFonts w:ascii="Arial" w:hAnsi="Arial" w:cs="Arial"/>
                        <w:noProof/>
                        <w:color w:val="0000FF"/>
                      </w:rPr>
                      <w:pict>
                        <v:shape id="_x0000_i1074"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49" type="#_x0000_t202" style="position:absolute;margin-left:9pt;margin-top:11.95pt;width:36pt;height:36pt;z-index:251688448" stroked="f">
            <v:textbox>
              <w:txbxContent>
                <w:p w:rsidR="00243B09" w:rsidRDefault="00243B09" w:rsidP="002622BC">
                  <w:hyperlink r:id="rId34" w:history="1">
                    <w:r>
                      <w:rPr>
                        <w:sz w:val="20"/>
                        <w:szCs w:val="20"/>
                      </w:rPr>
                      <w:pict>
                        <v:shape id="_x0000_i1076"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b/>
          <w:sz w:val="28"/>
          <w:szCs w:val="28"/>
          <w:u w:val="single"/>
        </w:rPr>
      </w:pPr>
    </w:p>
    <w:p w:rsidR="00243B09" w:rsidRDefault="00243B09">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50" type="#_x0000_t202" style="position:absolute;margin-left:9pt;margin-top:6pt;width:27pt;height:45pt;z-index:251606528" stroked="f">
            <v:textbox>
              <w:txbxContent>
                <w:p w:rsidR="00243B09" w:rsidRDefault="00243B09">
                  <w:pPr>
                    <w:rPr>
                      <w:rFonts w:ascii="Comic Sans MS" w:hAnsi="Comic Sans MS"/>
                    </w:rPr>
                  </w:pPr>
                  <w:hyperlink r:id="rId35" w:history="1">
                    <w:r w:rsidRPr="00C6112A">
                      <w:rPr>
                        <w:rFonts w:ascii="Arial" w:hAnsi="Arial" w:cs="Arial"/>
                        <w:noProof/>
                        <w:color w:val="0000FF"/>
                      </w:rPr>
                      <w:pict>
                        <v:shape id="_x0000_i1078"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51" type="#_x0000_t202" style="position:absolute;margin-left:9pt;margin-top:11.95pt;width:36pt;height:36pt;z-index:251689472" stroked="f">
            <v:textbox>
              <w:txbxContent>
                <w:p w:rsidR="00243B09" w:rsidRDefault="00243B09" w:rsidP="002622BC">
                  <w:hyperlink r:id="rId36" w:history="1">
                    <w:r>
                      <w:rPr>
                        <w:sz w:val="20"/>
                        <w:szCs w:val="20"/>
                      </w:rPr>
                      <w:pict>
                        <v:shape id="_x0000_i1080"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52" type="#_x0000_t202" style="position:absolute;margin-left:9pt;margin-top:17.6pt;width:36pt;height:45pt;z-index:251607552" stroked="f">
            <v:textbox>
              <w:txbxContent>
                <w:p w:rsidR="00243B09" w:rsidRDefault="00243B09">
                  <w:hyperlink r:id="rId37" w:history="1">
                    <w:r w:rsidRPr="00C6112A">
                      <w:rPr>
                        <w:rFonts w:ascii="Arial" w:hAnsi="Arial" w:cs="Arial"/>
                        <w:noProof/>
                        <w:color w:val="0000FF"/>
                      </w:rPr>
                      <w:pict>
                        <v:shape id="_x0000_i1082"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53" type="#_x0000_t202" style="position:absolute;margin-left:9pt;margin-top:11.95pt;width:36pt;height:36pt;z-index:251690496" stroked="f">
            <v:textbox>
              <w:txbxContent>
                <w:p w:rsidR="00243B09" w:rsidRDefault="00243B09" w:rsidP="002622BC">
                  <w:hyperlink r:id="rId38" w:history="1">
                    <w:r>
                      <w:rPr>
                        <w:sz w:val="20"/>
                        <w:szCs w:val="20"/>
                      </w:rPr>
                      <w:pict>
                        <v:shape id="_x0000_i1084"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54" type="#_x0000_t202" style="position:absolute;margin-left:9pt;margin-top:6pt;width:27pt;height:45pt;z-index:251608576" stroked="f">
            <v:textbox>
              <w:txbxContent>
                <w:p w:rsidR="00243B09" w:rsidRDefault="00243B09">
                  <w:pPr>
                    <w:rPr>
                      <w:rFonts w:ascii="Comic Sans MS" w:hAnsi="Comic Sans MS"/>
                    </w:rPr>
                  </w:pPr>
                  <w:hyperlink r:id="rId39" w:history="1">
                    <w:r w:rsidRPr="00C6112A">
                      <w:rPr>
                        <w:rFonts w:ascii="Arial" w:hAnsi="Arial" w:cs="Arial"/>
                        <w:noProof/>
                        <w:color w:val="0000FF"/>
                      </w:rPr>
                      <w:pict>
                        <v:shape id="_x0000_i1086"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55" type="#_x0000_t202" style="position:absolute;margin-left:9pt;margin-top:11.95pt;width:36pt;height:36pt;z-index:251691520" stroked="f">
            <v:textbox>
              <w:txbxContent>
                <w:p w:rsidR="00243B09" w:rsidRDefault="00243B09" w:rsidP="002622BC">
                  <w:hyperlink r:id="rId40" w:history="1">
                    <w:r>
                      <w:rPr>
                        <w:sz w:val="20"/>
                        <w:szCs w:val="20"/>
                      </w:rPr>
                      <w:pict>
                        <v:shape id="_x0000_i1088"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56" type="#_x0000_t202" style="position:absolute;margin-left:9pt;margin-top:17.6pt;width:36pt;height:45pt;z-index:251609600" stroked="f">
            <v:textbox>
              <w:txbxContent>
                <w:p w:rsidR="00243B09" w:rsidRDefault="00243B09">
                  <w:hyperlink r:id="rId41" w:history="1">
                    <w:r w:rsidRPr="00C6112A">
                      <w:rPr>
                        <w:rFonts w:ascii="Arial" w:hAnsi="Arial" w:cs="Arial"/>
                        <w:noProof/>
                        <w:color w:val="0000FF"/>
                      </w:rPr>
                      <w:pict>
                        <v:shape id="_x0000_i1090"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57" type="#_x0000_t202" style="position:absolute;margin-left:9pt;margin-top:11.95pt;width:36pt;height:36pt;z-index:251692544" stroked="f">
            <v:textbox>
              <w:txbxContent>
                <w:p w:rsidR="00243B09" w:rsidRDefault="00243B09" w:rsidP="002622BC">
                  <w:hyperlink r:id="rId42" w:history="1">
                    <w:r>
                      <w:rPr>
                        <w:sz w:val="20"/>
                        <w:szCs w:val="20"/>
                      </w:rPr>
                      <w:pict>
                        <v:shape id="_x0000_i1092"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Pr="002622BC"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58" type="#_x0000_t202" style="position:absolute;margin-left:9pt;margin-top:6pt;width:27pt;height:45pt;z-index:251610624" stroked="f">
            <v:textbox>
              <w:txbxContent>
                <w:p w:rsidR="00243B09" w:rsidRDefault="00243B09">
                  <w:pPr>
                    <w:rPr>
                      <w:rFonts w:ascii="Comic Sans MS" w:hAnsi="Comic Sans MS"/>
                    </w:rPr>
                  </w:pPr>
                  <w:hyperlink r:id="rId43" w:history="1">
                    <w:r w:rsidRPr="00C6112A">
                      <w:rPr>
                        <w:rFonts w:ascii="Arial" w:hAnsi="Arial" w:cs="Arial"/>
                        <w:noProof/>
                        <w:color w:val="0000FF"/>
                      </w:rPr>
                      <w:pict>
                        <v:shape id="_x0000_i1094"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2622BC">
      <w:pPr>
        <w:rPr>
          <w:rFonts w:ascii="Comic Sans MS" w:hAnsi="Comic Sans MS"/>
          <w:sz w:val="28"/>
          <w:szCs w:val="28"/>
        </w:rPr>
      </w:pPr>
      <w:r>
        <w:rPr>
          <w:noProof/>
        </w:rPr>
        <w:pict>
          <v:shape id="_x0000_s1059" type="#_x0000_t202" style="position:absolute;margin-left:9pt;margin-top:11.95pt;width:36pt;height:36pt;z-index:251693568" stroked="f">
            <v:textbox>
              <w:txbxContent>
                <w:p w:rsidR="00243B09" w:rsidRDefault="00243B09" w:rsidP="002622BC">
                  <w:hyperlink r:id="rId44" w:history="1">
                    <w:r>
                      <w:rPr>
                        <w:sz w:val="20"/>
                        <w:szCs w:val="20"/>
                      </w:rPr>
                      <w:pict>
                        <v:shape id="_x0000_i1096" type="#_x0000_t75" style="width:27.75pt;height:27.75pt;visibility:visible">
                          <v:imagedata r:id="rId12" o:title=""/>
                        </v:shape>
                      </w:pict>
                    </w:r>
                  </w:hyperlink>
                </w:p>
              </w:txbxContent>
            </v:textbox>
          </v:shape>
        </w:pict>
      </w:r>
    </w:p>
    <w:p w:rsidR="00243B09" w:rsidRDefault="00243B09" w:rsidP="002622BC">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2622BC">
        <w:rPr>
          <w:rFonts w:ascii="Comic Sans MS" w:hAnsi="Comic Sans MS"/>
          <w:b/>
        </w:rPr>
        <w:t>Date Due: __________________</w:t>
      </w:r>
    </w:p>
    <w:p w:rsidR="00243B09" w:rsidRDefault="00243B09">
      <w:pPr>
        <w:rPr>
          <w:rFonts w:ascii="Comic Sans MS" w:hAnsi="Comic Sans MS"/>
          <w:sz w:val="28"/>
          <w:szCs w:val="28"/>
        </w:rPr>
      </w:pPr>
      <w:r>
        <w:rPr>
          <w:noProof/>
        </w:rPr>
        <w:pict>
          <v:shape id="_x0000_s1060" type="#_x0000_t202" style="position:absolute;margin-left:9pt;margin-top:17.6pt;width:36pt;height:45pt;z-index:251611648" stroked="f">
            <v:textbox>
              <w:txbxContent>
                <w:p w:rsidR="00243B09" w:rsidRDefault="00243B09">
                  <w:hyperlink r:id="rId45" w:history="1">
                    <w:r w:rsidRPr="00C6112A">
                      <w:rPr>
                        <w:rFonts w:ascii="Arial" w:hAnsi="Arial" w:cs="Arial"/>
                        <w:noProof/>
                        <w:color w:val="0000FF"/>
                      </w:rPr>
                      <w:pict>
                        <v:shape id="_x0000_i1098"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61" type="#_x0000_t202" style="position:absolute;margin-left:9pt;margin-top:11.95pt;width:36pt;height:36pt;z-index:251694592" stroked="f">
            <v:textbox>
              <w:txbxContent>
                <w:p w:rsidR="00243B09" w:rsidRDefault="00243B09" w:rsidP="00F1214D">
                  <w:hyperlink r:id="rId46" w:history="1">
                    <w:r>
                      <w:rPr>
                        <w:sz w:val="20"/>
                        <w:szCs w:val="20"/>
                      </w:rPr>
                      <w:pict>
                        <v:shape id="_x0000_i1100"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62" type="#_x0000_t202" style="position:absolute;margin-left:9pt;margin-top:6pt;width:27pt;height:45pt;z-index:251612672" stroked="f">
            <v:textbox>
              <w:txbxContent>
                <w:p w:rsidR="00243B09" w:rsidRDefault="00243B09">
                  <w:pPr>
                    <w:rPr>
                      <w:rFonts w:ascii="Comic Sans MS" w:hAnsi="Comic Sans MS"/>
                    </w:rPr>
                  </w:pPr>
                  <w:hyperlink r:id="rId47" w:history="1">
                    <w:r w:rsidRPr="00C6112A">
                      <w:rPr>
                        <w:rFonts w:ascii="Arial" w:hAnsi="Arial" w:cs="Arial"/>
                        <w:noProof/>
                        <w:color w:val="0000FF"/>
                      </w:rPr>
                      <w:pict>
                        <v:shape id="_x0000_i1102"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63" type="#_x0000_t202" style="position:absolute;margin-left:9pt;margin-top:11.95pt;width:36pt;height:36pt;z-index:251695616" stroked="f">
            <v:textbox>
              <w:txbxContent>
                <w:p w:rsidR="00243B09" w:rsidRDefault="00243B09" w:rsidP="00F1214D">
                  <w:hyperlink r:id="rId48" w:history="1">
                    <w:r>
                      <w:rPr>
                        <w:sz w:val="20"/>
                        <w:szCs w:val="20"/>
                      </w:rPr>
                      <w:pict>
                        <v:shape id="_x0000_i1104"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r>
        <w:rPr>
          <w:noProof/>
        </w:rPr>
        <w:pict>
          <v:shape id="_x0000_s1064" type="#_x0000_t202" style="position:absolute;margin-left:9pt;margin-top:17.6pt;width:36pt;height:45pt;z-index:251613696" stroked="f">
            <v:textbox>
              <w:txbxContent>
                <w:p w:rsidR="00243B09" w:rsidRDefault="00243B09">
                  <w:hyperlink r:id="rId49" w:history="1">
                    <w:r w:rsidRPr="00C6112A">
                      <w:rPr>
                        <w:rFonts w:ascii="Arial" w:hAnsi="Arial" w:cs="Arial"/>
                        <w:noProof/>
                        <w:color w:val="0000FF"/>
                      </w:rPr>
                      <w:pict>
                        <v:shape id="_x0000_i1106"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65" type="#_x0000_t202" style="position:absolute;margin-left:9pt;margin-top:11.95pt;width:36pt;height:36pt;z-index:251696640" stroked="f">
            <v:textbox>
              <w:txbxContent>
                <w:p w:rsidR="00243B09" w:rsidRDefault="00243B09" w:rsidP="00F1214D">
                  <w:hyperlink r:id="rId50" w:history="1">
                    <w:r>
                      <w:rPr>
                        <w:sz w:val="20"/>
                        <w:szCs w:val="20"/>
                      </w:rPr>
                      <w:pict>
                        <v:shape id="_x0000_i1108"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Pr="00F1214D"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66" type="#_x0000_t202" style="position:absolute;margin-left:9pt;margin-top:6pt;width:27pt;height:45pt;z-index:251614720" stroked="f">
            <v:textbox>
              <w:txbxContent>
                <w:p w:rsidR="00243B09" w:rsidRDefault="00243B09">
                  <w:pPr>
                    <w:rPr>
                      <w:rFonts w:ascii="Comic Sans MS" w:hAnsi="Comic Sans MS"/>
                    </w:rPr>
                  </w:pPr>
                  <w:hyperlink r:id="rId51" w:history="1">
                    <w:r w:rsidRPr="00C6112A">
                      <w:rPr>
                        <w:rFonts w:ascii="Arial" w:hAnsi="Arial" w:cs="Arial"/>
                        <w:noProof/>
                        <w:color w:val="0000FF"/>
                      </w:rPr>
                      <w:pict>
                        <v:shape id="_x0000_i1110"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67" type="#_x0000_t202" style="position:absolute;margin-left:9pt;margin-top:11.95pt;width:36pt;height:36pt;z-index:251697664" stroked="f">
            <v:textbox>
              <w:txbxContent>
                <w:p w:rsidR="00243B09" w:rsidRDefault="00243B09" w:rsidP="00F1214D">
                  <w:hyperlink r:id="rId52" w:history="1">
                    <w:r>
                      <w:rPr>
                        <w:sz w:val="20"/>
                        <w:szCs w:val="20"/>
                      </w:rPr>
                      <w:pict>
                        <v:shape id="_x0000_i1112"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r>
        <w:rPr>
          <w:noProof/>
        </w:rPr>
        <w:pict>
          <v:shape id="_x0000_s1068" type="#_x0000_t202" style="position:absolute;margin-left:9pt;margin-top:17.6pt;width:36pt;height:45pt;z-index:251615744" stroked="f">
            <v:textbox>
              <w:txbxContent>
                <w:p w:rsidR="00243B09" w:rsidRDefault="00243B09">
                  <w:hyperlink r:id="rId53" w:history="1">
                    <w:r w:rsidRPr="00C6112A">
                      <w:rPr>
                        <w:rFonts w:ascii="Arial" w:hAnsi="Arial" w:cs="Arial"/>
                        <w:noProof/>
                        <w:color w:val="0000FF"/>
                      </w:rPr>
                      <w:pict>
                        <v:shape id="_x0000_i1114"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69" type="#_x0000_t202" style="position:absolute;margin-left:9pt;margin-top:11.95pt;width:36pt;height:36pt;z-index:251698688" stroked="f">
            <v:textbox>
              <w:txbxContent>
                <w:p w:rsidR="00243B09" w:rsidRDefault="00243B09" w:rsidP="00F1214D">
                  <w:hyperlink r:id="rId54" w:history="1">
                    <w:r>
                      <w:rPr>
                        <w:sz w:val="20"/>
                        <w:szCs w:val="20"/>
                      </w:rPr>
                      <w:pict>
                        <v:shape id="_x0000_i1116"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70" type="#_x0000_t202" style="position:absolute;margin-left:9pt;margin-top:6pt;width:27pt;height:45pt;z-index:251616768" stroked="f">
            <v:textbox>
              <w:txbxContent>
                <w:p w:rsidR="00243B09" w:rsidRDefault="00243B09">
                  <w:pPr>
                    <w:rPr>
                      <w:rFonts w:ascii="Comic Sans MS" w:hAnsi="Comic Sans MS"/>
                    </w:rPr>
                  </w:pPr>
                  <w:hyperlink r:id="rId55" w:history="1">
                    <w:r w:rsidRPr="00C6112A">
                      <w:rPr>
                        <w:rFonts w:ascii="Arial" w:hAnsi="Arial" w:cs="Arial"/>
                        <w:noProof/>
                        <w:color w:val="0000FF"/>
                      </w:rPr>
                      <w:pict>
                        <v:shape id="_x0000_i1118"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71" type="#_x0000_t202" style="position:absolute;margin-left:9pt;margin-top:11.95pt;width:36pt;height:36pt;z-index:251699712" stroked="f">
            <v:textbox>
              <w:txbxContent>
                <w:p w:rsidR="00243B09" w:rsidRDefault="00243B09" w:rsidP="00F1214D">
                  <w:hyperlink r:id="rId56" w:history="1">
                    <w:r>
                      <w:rPr>
                        <w:sz w:val="20"/>
                        <w:szCs w:val="20"/>
                      </w:rPr>
                      <w:pict>
                        <v:shape id="_x0000_i1120"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r>
        <w:rPr>
          <w:noProof/>
        </w:rPr>
        <w:pict>
          <v:shape id="_x0000_s1072" type="#_x0000_t202" style="position:absolute;margin-left:9pt;margin-top:17.6pt;width:36pt;height:45pt;z-index:251617792" stroked="f">
            <v:textbox>
              <w:txbxContent>
                <w:p w:rsidR="00243B09" w:rsidRDefault="00243B09">
                  <w:hyperlink r:id="rId57" w:history="1">
                    <w:r w:rsidRPr="00C6112A">
                      <w:rPr>
                        <w:rFonts w:ascii="Arial" w:hAnsi="Arial" w:cs="Arial"/>
                        <w:noProof/>
                        <w:color w:val="0000FF"/>
                      </w:rPr>
                      <w:pict>
                        <v:shape id="_x0000_i1122"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73" type="#_x0000_t202" style="position:absolute;margin-left:9pt;margin-top:11.95pt;width:36pt;height:36pt;z-index:251700736" stroked="f">
            <v:textbox>
              <w:txbxContent>
                <w:p w:rsidR="00243B09" w:rsidRDefault="00243B09" w:rsidP="00F1214D">
                  <w:hyperlink r:id="rId58" w:history="1">
                    <w:r>
                      <w:rPr>
                        <w:sz w:val="20"/>
                        <w:szCs w:val="20"/>
                      </w:rPr>
                      <w:pict>
                        <v:shape id="_x0000_i1124"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b/>
          <w:sz w:val="28"/>
          <w:szCs w:val="28"/>
          <w:u w:val="single"/>
        </w:rPr>
      </w:pPr>
    </w:p>
    <w:p w:rsidR="00243B09" w:rsidRDefault="00243B09">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74" type="#_x0000_t202" style="position:absolute;margin-left:9pt;margin-top:6pt;width:27pt;height:45pt;z-index:251618816" stroked="f">
            <v:textbox>
              <w:txbxContent>
                <w:p w:rsidR="00243B09" w:rsidRDefault="00243B09">
                  <w:pPr>
                    <w:rPr>
                      <w:rFonts w:ascii="Comic Sans MS" w:hAnsi="Comic Sans MS"/>
                    </w:rPr>
                  </w:pPr>
                  <w:hyperlink r:id="rId59" w:history="1">
                    <w:r w:rsidRPr="00C6112A">
                      <w:rPr>
                        <w:rFonts w:ascii="Arial" w:hAnsi="Arial" w:cs="Arial"/>
                        <w:noProof/>
                        <w:color w:val="0000FF"/>
                      </w:rPr>
                      <w:pict>
                        <v:shape id="_x0000_i1126"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75" type="#_x0000_t202" style="position:absolute;margin-left:9pt;margin-top:11.95pt;width:36pt;height:36pt;z-index:251701760" stroked="f">
            <v:textbox>
              <w:txbxContent>
                <w:p w:rsidR="00243B09" w:rsidRDefault="00243B09" w:rsidP="00F1214D">
                  <w:hyperlink r:id="rId60" w:history="1">
                    <w:r>
                      <w:rPr>
                        <w:sz w:val="20"/>
                        <w:szCs w:val="20"/>
                      </w:rPr>
                      <w:pict>
                        <v:shape id="_x0000_i1128"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r>
        <w:rPr>
          <w:noProof/>
        </w:rPr>
        <w:pict>
          <v:shape id="_x0000_s1076" type="#_x0000_t202" style="position:absolute;margin-left:9pt;margin-top:17.6pt;width:36pt;height:45pt;z-index:251619840" stroked="f">
            <v:textbox>
              <w:txbxContent>
                <w:p w:rsidR="00243B09" w:rsidRDefault="00243B09">
                  <w:hyperlink r:id="rId61" w:history="1">
                    <w:r w:rsidRPr="00C6112A">
                      <w:rPr>
                        <w:rFonts w:ascii="Arial" w:hAnsi="Arial" w:cs="Arial"/>
                        <w:noProof/>
                        <w:color w:val="0000FF"/>
                      </w:rPr>
                      <w:pict>
                        <v:shape id="_x0000_i1130"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77" type="#_x0000_t202" style="position:absolute;margin-left:9pt;margin-top:11.95pt;width:36pt;height:36pt;z-index:251702784" stroked="f">
            <v:textbox>
              <w:txbxContent>
                <w:p w:rsidR="00243B09" w:rsidRDefault="00243B09" w:rsidP="00F1214D">
                  <w:hyperlink r:id="rId62" w:history="1">
                    <w:r>
                      <w:rPr>
                        <w:sz w:val="20"/>
                        <w:szCs w:val="20"/>
                      </w:rPr>
                      <w:pict>
                        <v:shape id="_x0000_i1132"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78" type="#_x0000_t202" style="position:absolute;margin-left:9pt;margin-top:6pt;width:27pt;height:45pt;z-index:251620864" stroked="f">
            <v:textbox>
              <w:txbxContent>
                <w:p w:rsidR="00243B09" w:rsidRDefault="00243B09">
                  <w:pPr>
                    <w:rPr>
                      <w:rFonts w:ascii="Comic Sans MS" w:hAnsi="Comic Sans MS"/>
                    </w:rPr>
                  </w:pPr>
                  <w:hyperlink r:id="rId63" w:history="1">
                    <w:r w:rsidRPr="00C6112A">
                      <w:rPr>
                        <w:rFonts w:ascii="Arial" w:hAnsi="Arial" w:cs="Arial"/>
                        <w:noProof/>
                        <w:color w:val="0000FF"/>
                      </w:rPr>
                      <w:pict>
                        <v:shape id="_x0000_i1134"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79" type="#_x0000_t202" style="position:absolute;margin-left:9pt;margin-top:11.95pt;width:36pt;height:36pt;z-index:251703808" stroked="f">
            <v:textbox>
              <w:txbxContent>
                <w:p w:rsidR="00243B09" w:rsidRDefault="00243B09" w:rsidP="00F1214D">
                  <w:hyperlink r:id="rId64" w:history="1">
                    <w:r>
                      <w:rPr>
                        <w:sz w:val="20"/>
                        <w:szCs w:val="20"/>
                      </w:rPr>
                      <w:pict>
                        <v:shape id="_x0000_i1136"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r>
        <w:rPr>
          <w:noProof/>
        </w:rPr>
        <w:pict>
          <v:shape id="_x0000_s1080" type="#_x0000_t202" style="position:absolute;margin-left:9pt;margin-top:17.6pt;width:36pt;height:45pt;z-index:251621888" stroked="f">
            <v:textbox>
              <w:txbxContent>
                <w:p w:rsidR="00243B09" w:rsidRDefault="00243B09">
                  <w:hyperlink r:id="rId65" w:history="1">
                    <w:r w:rsidRPr="00C6112A">
                      <w:rPr>
                        <w:rFonts w:ascii="Arial" w:hAnsi="Arial" w:cs="Arial"/>
                        <w:noProof/>
                        <w:color w:val="0000FF"/>
                      </w:rPr>
                      <w:pict>
                        <v:shape id="_x0000_i1138"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81" type="#_x0000_t202" style="position:absolute;margin-left:9pt;margin-top:11.95pt;width:36pt;height:36pt;z-index:251704832" stroked="f">
            <v:textbox>
              <w:txbxContent>
                <w:p w:rsidR="00243B09" w:rsidRDefault="00243B09" w:rsidP="00F1214D">
                  <w:hyperlink r:id="rId66" w:history="1">
                    <w:r>
                      <w:rPr>
                        <w:sz w:val="20"/>
                        <w:szCs w:val="20"/>
                      </w:rPr>
                      <w:pict>
                        <v:shape id="_x0000_i1140"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p>
    <w:p w:rsidR="00243B09" w:rsidRPr="00F1214D" w:rsidRDefault="00243B09">
      <w:pPr>
        <w:rPr>
          <w:rFonts w:ascii="Comic Sans MS" w:hAnsi="Comic Sans MS"/>
        </w:rPr>
      </w:pPr>
      <w:r>
        <w:rPr>
          <w:rFonts w:ascii="Comic Sans MS" w:hAnsi="Comic Sans MS"/>
        </w:rPr>
        <w:t>Parent’s Signature: _________________________</w:t>
      </w:r>
    </w:p>
    <w:p w:rsidR="00243B09" w:rsidRDefault="00243B09">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214D">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82" type="#_x0000_t202" style="position:absolute;margin-left:9pt;margin-top:6pt;width:27pt;height:45pt;z-index:251622912" stroked="f">
            <v:textbox>
              <w:txbxContent>
                <w:p w:rsidR="00243B09" w:rsidRDefault="00243B09">
                  <w:pPr>
                    <w:rPr>
                      <w:rFonts w:ascii="Comic Sans MS" w:hAnsi="Comic Sans MS"/>
                    </w:rPr>
                  </w:pPr>
                  <w:hyperlink r:id="rId67" w:history="1">
                    <w:r w:rsidRPr="00C6112A">
                      <w:rPr>
                        <w:rFonts w:ascii="Arial" w:hAnsi="Arial" w:cs="Arial"/>
                        <w:noProof/>
                        <w:color w:val="0000FF"/>
                      </w:rPr>
                      <w:pict>
                        <v:shape id="_x0000_i1142"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F1214D">
      <w:pPr>
        <w:rPr>
          <w:rFonts w:ascii="Comic Sans MS" w:hAnsi="Comic Sans MS"/>
          <w:sz w:val="28"/>
          <w:szCs w:val="28"/>
        </w:rPr>
      </w:pPr>
      <w:r>
        <w:rPr>
          <w:noProof/>
        </w:rPr>
        <w:pict>
          <v:shape id="_x0000_s1083" type="#_x0000_t202" style="position:absolute;margin-left:9pt;margin-top:11.95pt;width:36pt;height:36pt;z-index:251705856" stroked="f">
            <v:textbox>
              <w:txbxContent>
                <w:p w:rsidR="00243B09" w:rsidRDefault="00243B09" w:rsidP="00F1214D">
                  <w:hyperlink r:id="rId68" w:history="1">
                    <w:r>
                      <w:rPr>
                        <w:sz w:val="20"/>
                        <w:szCs w:val="20"/>
                      </w:rPr>
                      <w:pict>
                        <v:shape id="_x0000_i1144" type="#_x0000_t75" style="width:27.75pt;height:27.75pt;visibility:visible">
                          <v:imagedata r:id="rId12" o:title=""/>
                        </v:shape>
                      </w:pict>
                    </w:r>
                  </w:hyperlink>
                </w:p>
              </w:txbxContent>
            </v:textbox>
          </v:shape>
        </w:pict>
      </w:r>
    </w:p>
    <w:p w:rsidR="00243B09" w:rsidRDefault="00243B09" w:rsidP="00F1214D">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015AE1">
        <w:rPr>
          <w:rFonts w:ascii="Comic Sans MS" w:hAnsi="Comic Sans MS"/>
          <w:b/>
        </w:rPr>
        <w:t>Date Due: __________________</w:t>
      </w:r>
    </w:p>
    <w:p w:rsidR="00243B09" w:rsidRDefault="00243B09">
      <w:pPr>
        <w:rPr>
          <w:rFonts w:ascii="Comic Sans MS" w:hAnsi="Comic Sans MS"/>
          <w:sz w:val="28"/>
          <w:szCs w:val="28"/>
        </w:rPr>
      </w:pPr>
      <w:r>
        <w:rPr>
          <w:noProof/>
        </w:rPr>
        <w:pict>
          <v:shape id="_x0000_s1084" type="#_x0000_t202" style="position:absolute;margin-left:9pt;margin-top:17.6pt;width:36pt;height:45pt;z-index:251623936" stroked="f">
            <v:textbox>
              <w:txbxContent>
                <w:p w:rsidR="00243B09" w:rsidRDefault="00243B09">
                  <w:hyperlink r:id="rId69" w:history="1">
                    <w:r w:rsidRPr="00C6112A">
                      <w:rPr>
                        <w:rFonts w:ascii="Arial" w:hAnsi="Arial" w:cs="Arial"/>
                        <w:noProof/>
                        <w:color w:val="0000FF"/>
                      </w:rPr>
                      <w:pict>
                        <v:shape id="_x0000_i1146"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015AE1">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015AE1">
      <w:pPr>
        <w:rPr>
          <w:rFonts w:ascii="Comic Sans MS" w:hAnsi="Comic Sans MS"/>
          <w:sz w:val="28"/>
          <w:szCs w:val="28"/>
        </w:rPr>
      </w:pPr>
      <w:r>
        <w:rPr>
          <w:noProof/>
        </w:rPr>
        <w:pict>
          <v:shape id="_x0000_s1085" type="#_x0000_t202" style="position:absolute;margin-left:9pt;margin-top:11.95pt;width:36pt;height:36pt;z-index:251706880" stroked="f">
            <v:textbox>
              <w:txbxContent>
                <w:p w:rsidR="00243B09" w:rsidRDefault="00243B09" w:rsidP="00015AE1">
                  <w:hyperlink r:id="rId70" w:history="1">
                    <w:r>
                      <w:rPr>
                        <w:sz w:val="20"/>
                        <w:szCs w:val="20"/>
                      </w:rPr>
                      <w:pict>
                        <v:shape id="_x0000_i1148"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015AE1">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86" type="#_x0000_t202" style="position:absolute;margin-left:9pt;margin-top:6pt;width:27pt;height:45pt;z-index:251624960" stroked="f">
            <v:textbox>
              <w:txbxContent>
                <w:p w:rsidR="00243B09" w:rsidRDefault="00243B09">
                  <w:pPr>
                    <w:rPr>
                      <w:rFonts w:ascii="Comic Sans MS" w:hAnsi="Comic Sans MS"/>
                    </w:rPr>
                  </w:pPr>
                  <w:hyperlink r:id="rId71" w:history="1">
                    <w:r w:rsidRPr="00C6112A">
                      <w:rPr>
                        <w:rFonts w:ascii="Arial" w:hAnsi="Arial" w:cs="Arial"/>
                        <w:noProof/>
                        <w:color w:val="0000FF"/>
                      </w:rPr>
                      <w:pict>
                        <v:shape id="_x0000_i1150"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21B65">
      <w:pPr>
        <w:rPr>
          <w:rFonts w:ascii="Comic Sans MS" w:hAnsi="Comic Sans MS"/>
          <w:sz w:val="28"/>
          <w:szCs w:val="28"/>
        </w:rPr>
      </w:pPr>
      <w:r>
        <w:rPr>
          <w:noProof/>
        </w:rPr>
        <w:pict>
          <v:shape id="_x0000_s1087" type="#_x0000_t202" style="position:absolute;margin-left:9pt;margin-top:11.95pt;width:36pt;height:36pt;z-index:251707904" stroked="f">
            <v:textbox>
              <w:txbxContent>
                <w:p w:rsidR="00243B09" w:rsidRDefault="00243B09" w:rsidP="00421B65">
                  <w:hyperlink r:id="rId72" w:history="1">
                    <w:r>
                      <w:rPr>
                        <w:sz w:val="20"/>
                        <w:szCs w:val="20"/>
                      </w:rPr>
                      <w:pict>
                        <v:shape id="_x0000_i1152" type="#_x0000_t75" style="width:27.75pt;height:27.75pt;visibility:visible">
                          <v:imagedata r:id="rId12" o:title=""/>
                        </v:shape>
                      </w:pict>
                    </w:r>
                  </w:hyperlink>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r>
        <w:rPr>
          <w:noProof/>
        </w:rPr>
        <w:pict>
          <v:shape id="_x0000_s1088" type="#_x0000_t202" style="position:absolute;margin-left:9pt;margin-top:17.6pt;width:36pt;height:45pt;z-index:251625984" stroked="f">
            <v:textbox>
              <w:txbxContent>
                <w:p w:rsidR="00243B09" w:rsidRDefault="00243B09">
                  <w:hyperlink r:id="rId73" w:history="1">
                    <w:r w:rsidRPr="00C6112A">
                      <w:rPr>
                        <w:rFonts w:ascii="Arial" w:hAnsi="Arial" w:cs="Arial"/>
                        <w:noProof/>
                        <w:color w:val="0000FF"/>
                      </w:rPr>
                      <w:pict>
                        <v:shape id="_x0000_i1154"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21B65">
      <w:pPr>
        <w:rPr>
          <w:rFonts w:ascii="Comic Sans MS" w:hAnsi="Comic Sans MS"/>
          <w:sz w:val="28"/>
          <w:szCs w:val="28"/>
        </w:rPr>
      </w:pPr>
      <w:r>
        <w:rPr>
          <w:noProof/>
        </w:rPr>
        <w:pict>
          <v:shape id="_x0000_s1089" type="#_x0000_t202" style="position:absolute;margin-left:9pt;margin-top:11.95pt;width:36pt;height:36pt;z-index:251708928" stroked="f">
            <v:textbox>
              <w:txbxContent>
                <w:p w:rsidR="00243B09" w:rsidRDefault="00243B09" w:rsidP="00421B65">
                  <w:hyperlink r:id="rId74" w:history="1">
                    <w:r>
                      <w:rPr>
                        <w:sz w:val="20"/>
                        <w:szCs w:val="20"/>
                      </w:rPr>
                      <w:pict>
                        <v:shape id="_x0000_i1156"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b/>
          <w:sz w:val="28"/>
          <w:szCs w:val="28"/>
          <w:u w:val="single"/>
        </w:rPr>
      </w:pPr>
    </w:p>
    <w:p w:rsidR="00243B09" w:rsidRDefault="00243B09">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90" type="#_x0000_t202" style="position:absolute;margin-left:9pt;margin-top:6pt;width:27pt;height:45pt;z-index:251627008" stroked="f">
            <v:textbox>
              <w:txbxContent>
                <w:p w:rsidR="00243B09" w:rsidRDefault="00243B09">
                  <w:pPr>
                    <w:rPr>
                      <w:rFonts w:ascii="Comic Sans MS" w:hAnsi="Comic Sans MS"/>
                    </w:rPr>
                  </w:pPr>
                  <w:hyperlink r:id="rId75" w:history="1">
                    <w:r w:rsidRPr="00C6112A">
                      <w:rPr>
                        <w:rFonts w:ascii="Arial" w:hAnsi="Arial" w:cs="Arial"/>
                        <w:noProof/>
                        <w:color w:val="0000FF"/>
                      </w:rPr>
                      <w:pict>
                        <v:shape id="_x0000_i1158"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21B65">
      <w:pPr>
        <w:rPr>
          <w:rFonts w:ascii="Comic Sans MS" w:hAnsi="Comic Sans MS"/>
          <w:sz w:val="28"/>
          <w:szCs w:val="28"/>
        </w:rPr>
      </w:pPr>
      <w:r>
        <w:rPr>
          <w:noProof/>
        </w:rPr>
        <w:pict>
          <v:shape id="_x0000_s1091" type="#_x0000_t202" style="position:absolute;margin-left:9pt;margin-top:11.95pt;width:36pt;height:36pt;z-index:251709952" stroked="f">
            <v:textbox>
              <w:txbxContent>
                <w:p w:rsidR="00243B09" w:rsidRDefault="00243B09" w:rsidP="00421B65">
                  <w:hyperlink r:id="rId76" w:history="1">
                    <w:r>
                      <w:rPr>
                        <w:sz w:val="20"/>
                        <w:szCs w:val="20"/>
                      </w:rPr>
                      <w:pict>
                        <v:shape id="_x0000_i1160" type="#_x0000_t75" style="width:27.75pt;height:27.75pt;visibility:visible">
                          <v:imagedata r:id="rId12" o:title=""/>
                        </v:shape>
                      </w:pict>
                    </w:r>
                  </w:hyperlink>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r>
        <w:rPr>
          <w:noProof/>
        </w:rPr>
        <w:pict>
          <v:shape id="_x0000_s1092" type="#_x0000_t202" style="position:absolute;margin-left:9pt;margin-top:17.6pt;width:36pt;height:45pt;z-index:251628032" stroked="f">
            <v:textbox>
              <w:txbxContent>
                <w:p w:rsidR="00243B09" w:rsidRDefault="00243B09">
                  <w:hyperlink r:id="rId77" w:history="1">
                    <w:r w:rsidRPr="00C6112A">
                      <w:rPr>
                        <w:rFonts w:ascii="Arial" w:hAnsi="Arial" w:cs="Arial"/>
                        <w:noProof/>
                        <w:color w:val="0000FF"/>
                      </w:rPr>
                      <w:pict>
                        <v:shape id="_x0000_i1162"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21B65">
      <w:pPr>
        <w:rPr>
          <w:rFonts w:ascii="Comic Sans MS" w:hAnsi="Comic Sans MS"/>
          <w:sz w:val="28"/>
          <w:szCs w:val="28"/>
        </w:rPr>
      </w:pPr>
      <w:r>
        <w:rPr>
          <w:noProof/>
        </w:rPr>
        <w:pict>
          <v:shape id="_x0000_s1093" type="#_x0000_t202" style="position:absolute;margin-left:9pt;margin-top:11.95pt;width:36pt;height:36pt;z-index:251710976" stroked="f">
            <v:textbox>
              <w:txbxContent>
                <w:p w:rsidR="00243B09" w:rsidRDefault="00243B09" w:rsidP="00421B65">
                  <w:hyperlink r:id="rId78" w:history="1">
                    <w:r>
                      <w:rPr>
                        <w:sz w:val="20"/>
                        <w:szCs w:val="20"/>
                      </w:rPr>
                      <w:pict>
                        <v:shape id="_x0000_i1164"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94" type="#_x0000_t202" style="position:absolute;margin-left:9pt;margin-top:6pt;width:27pt;height:45pt;z-index:251629056" stroked="f">
            <v:textbox>
              <w:txbxContent>
                <w:p w:rsidR="00243B09" w:rsidRDefault="00243B09">
                  <w:pPr>
                    <w:rPr>
                      <w:rFonts w:ascii="Comic Sans MS" w:hAnsi="Comic Sans MS"/>
                    </w:rPr>
                  </w:pPr>
                  <w:hyperlink r:id="rId79" w:history="1">
                    <w:r w:rsidRPr="00C6112A">
                      <w:rPr>
                        <w:rFonts w:ascii="Arial" w:hAnsi="Arial" w:cs="Arial"/>
                        <w:noProof/>
                        <w:color w:val="0000FF"/>
                      </w:rPr>
                      <w:pict>
                        <v:shape id="_x0000_i1166"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21B65">
      <w:pPr>
        <w:rPr>
          <w:rFonts w:ascii="Comic Sans MS" w:hAnsi="Comic Sans MS"/>
          <w:sz w:val="28"/>
          <w:szCs w:val="28"/>
        </w:rPr>
      </w:pPr>
      <w:r>
        <w:rPr>
          <w:noProof/>
        </w:rPr>
        <w:pict>
          <v:shape id="_x0000_s1095" type="#_x0000_t202" style="position:absolute;margin-left:9pt;margin-top:11.95pt;width:36pt;height:36pt;z-index:251712000" stroked="f">
            <v:textbox>
              <w:txbxContent>
                <w:p w:rsidR="00243B09" w:rsidRDefault="00243B09" w:rsidP="00421B65">
                  <w:hyperlink r:id="rId80" w:history="1">
                    <w:r>
                      <w:rPr>
                        <w:sz w:val="20"/>
                        <w:szCs w:val="20"/>
                      </w:rPr>
                      <w:pict>
                        <v:shape id="_x0000_i1168" type="#_x0000_t75" style="width:27.75pt;height:27.75pt;visibility:visible">
                          <v:imagedata r:id="rId12" o:title=""/>
                        </v:shape>
                      </w:pict>
                    </w:r>
                  </w:hyperlink>
                </w:p>
              </w:txbxContent>
            </v:textbox>
          </v:shape>
        </w:pict>
      </w:r>
    </w:p>
    <w:p w:rsidR="00243B09" w:rsidRDefault="00243B09" w:rsidP="00421B65">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r>
        <w:rPr>
          <w:noProof/>
        </w:rPr>
        <w:pict>
          <v:shape id="_x0000_s1096" type="#_x0000_t202" style="position:absolute;margin-left:9pt;margin-top:17.6pt;width:36pt;height:45pt;z-index:251630080" stroked="f">
            <v:textbox>
              <w:txbxContent>
                <w:p w:rsidR="00243B09" w:rsidRDefault="00243B09">
                  <w:hyperlink r:id="rId81" w:history="1">
                    <w:r w:rsidRPr="00C6112A">
                      <w:rPr>
                        <w:rFonts w:ascii="Arial" w:hAnsi="Arial" w:cs="Arial"/>
                        <w:noProof/>
                        <w:color w:val="0000FF"/>
                      </w:rPr>
                      <w:pict>
                        <v:shape id="_x0000_i1170"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54EA8">
      <w:pPr>
        <w:rPr>
          <w:rFonts w:ascii="Comic Sans MS" w:hAnsi="Comic Sans MS"/>
          <w:sz w:val="28"/>
          <w:szCs w:val="28"/>
        </w:rPr>
      </w:pPr>
      <w:r>
        <w:rPr>
          <w:noProof/>
        </w:rPr>
        <w:pict>
          <v:shape id="_x0000_s1097" type="#_x0000_t202" style="position:absolute;margin-left:9pt;margin-top:11.95pt;width:36pt;height:36pt;z-index:251713024" stroked="f">
            <v:textbox>
              <w:txbxContent>
                <w:p w:rsidR="00243B09" w:rsidRDefault="00243B09" w:rsidP="00454EA8">
                  <w:hyperlink r:id="rId82" w:history="1">
                    <w:r>
                      <w:rPr>
                        <w:sz w:val="20"/>
                        <w:szCs w:val="20"/>
                      </w:rPr>
                      <w:pict>
                        <v:shape id="_x0000_i1172"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b/>
          <w:sz w:val="28"/>
          <w:szCs w:val="28"/>
          <w:u w:val="single"/>
        </w:rPr>
      </w:pPr>
    </w:p>
    <w:p w:rsidR="00243B09" w:rsidRDefault="00243B09">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21B65">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098" type="#_x0000_t202" style="position:absolute;margin-left:9pt;margin-top:6pt;width:27pt;height:45pt;z-index:251631104" stroked="f">
            <v:textbox>
              <w:txbxContent>
                <w:p w:rsidR="00243B09" w:rsidRDefault="00243B09">
                  <w:pPr>
                    <w:rPr>
                      <w:rFonts w:ascii="Comic Sans MS" w:hAnsi="Comic Sans MS"/>
                    </w:rPr>
                  </w:pPr>
                  <w:hyperlink r:id="rId83" w:history="1">
                    <w:r w:rsidRPr="00C6112A">
                      <w:rPr>
                        <w:rFonts w:ascii="Arial" w:hAnsi="Arial" w:cs="Arial"/>
                        <w:noProof/>
                        <w:color w:val="0000FF"/>
                      </w:rPr>
                      <w:pict>
                        <v:shape id="_x0000_i1174"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54EA8">
      <w:pPr>
        <w:rPr>
          <w:rFonts w:ascii="Comic Sans MS" w:hAnsi="Comic Sans MS"/>
          <w:sz w:val="28"/>
          <w:szCs w:val="28"/>
        </w:rPr>
      </w:pPr>
      <w:r>
        <w:rPr>
          <w:noProof/>
        </w:rPr>
        <w:pict>
          <v:shape id="_x0000_s1099" type="#_x0000_t202" style="position:absolute;margin-left:9pt;margin-top:11.95pt;width:36pt;height:36pt;z-index:251714048" stroked="f">
            <v:textbox>
              <w:txbxContent>
                <w:p w:rsidR="00243B09" w:rsidRDefault="00243B09" w:rsidP="00454EA8">
                  <w:hyperlink r:id="rId84" w:history="1">
                    <w:r>
                      <w:rPr>
                        <w:sz w:val="20"/>
                        <w:szCs w:val="20"/>
                      </w:rPr>
                      <w:pict>
                        <v:shape id="_x0000_i1176" type="#_x0000_t75" style="width:27.75pt;height:27.75pt;visibility:visible">
                          <v:imagedata r:id="rId12" o:title=""/>
                        </v:shape>
                      </w:pict>
                    </w:r>
                  </w:hyperlink>
                </w:p>
              </w:txbxContent>
            </v:textbox>
          </v:shape>
        </w:pict>
      </w: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54EA8">
        <w:rPr>
          <w:rFonts w:ascii="Comic Sans MS" w:hAnsi="Comic Sans MS"/>
          <w:b/>
        </w:rPr>
        <w:t>Date Due: __________________</w:t>
      </w:r>
    </w:p>
    <w:p w:rsidR="00243B09" w:rsidRDefault="00243B09">
      <w:pPr>
        <w:rPr>
          <w:rFonts w:ascii="Comic Sans MS" w:hAnsi="Comic Sans MS"/>
          <w:sz w:val="28"/>
          <w:szCs w:val="28"/>
        </w:rPr>
      </w:pPr>
      <w:r>
        <w:rPr>
          <w:noProof/>
        </w:rPr>
        <w:pict>
          <v:shape id="_x0000_s1100" type="#_x0000_t202" style="position:absolute;margin-left:9pt;margin-top:17.6pt;width:36pt;height:45pt;z-index:251632128" stroked="f">
            <v:textbox>
              <w:txbxContent>
                <w:p w:rsidR="00243B09" w:rsidRDefault="00243B09">
                  <w:hyperlink r:id="rId85" w:history="1">
                    <w:r w:rsidRPr="00C6112A">
                      <w:rPr>
                        <w:rFonts w:ascii="Arial" w:hAnsi="Arial" w:cs="Arial"/>
                        <w:noProof/>
                        <w:color w:val="0000FF"/>
                      </w:rPr>
                      <w:pict>
                        <v:shape id="_x0000_i1178"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54EA8">
      <w:pPr>
        <w:rPr>
          <w:rFonts w:ascii="Comic Sans MS" w:hAnsi="Comic Sans MS"/>
          <w:sz w:val="28"/>
          <w:szCs w:val="28"/>
        </w:rPr>
      </w:pPr>
      <w:r>
        <w:rPr>
          <w:noProof/>
        </w:rPr>
        <w:pict>
          <v:shape id="_x0000_s1101" type="#_x0000_t202" style="position:absolute;margin-left:9pt;margin-top:11.95pt;width:36pt;height:36pt;z-index:251715072" stroked="f">
            <v:textbox>
              <w:txbxContent>
                <w:p w:rsidR="00243B09" w:rsidRDefault="00243B09" w:rsidP="00454EA8">
                  <w:hyperlink r:id="rId86" w:history="1">
                    <w:r>
                      <w:rPr>
                        <w:sz w:val="20"/>
                        <w:szCs w:val="20"/>
                      </w:rPr>
                      <w:pict>
                        <v:shape id="_x0000_i1180"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54EA8">
        <w:rPr>
          <w:rFonts w:ascii="Comic Sans MS" w:hAnsi="Comic Sans MS"/>
          <w:b/>
        </w:rPr>
        <w:t>Date Due: __________________</w:t>
      </w:r>
    </w:p>
    <w:p w:rsidR="00243B09" w:rsidRDefault="00243B09">
      <w:pPr>
        <w:rPr>
          <w:rFonts w:ascii="Comic Sans MS" w:hAnsi="Comic Sans MS"/>
          <w:sz w:val="28"/>
          <w:szCs w:val="28"/>
        </w:rPr>
      </w:pPr>
    </w:p>
    <w:p w:rsidR="00243B09" w:rsidRDefault="00243B09">
      <w:pPr>
        <w:rPr>
          <w:rFonts w:ascii="Comic Sans MS" w:hAnsi="Comic Sans MS"/>
          <w:sz w:val="28"/>
          <w:szCs w:val="28"/>
        </w:rPr>
      </w:pPr>
      <w:r>
        <w:rPr>
          <w:noProof/>
        </w:rPr>
        <w:pict>
          <v:shape id="_x0000_s1102" type="#_x0000_t202" style="position:absolute;margin-left:9pt;margin-top:6pt;width:27pt;height:45pt;z-index:251633152" stroked="f">
            <v:textbox>
              <w:txbxContent>
                <w:p w:rsidR="00243B09" w:rsidRDefault="00243B09">
                  <w:pPr>
                    <w:rPr>
                      <w:rFonts w:ascii="Comic Sans MS" w:hAnsi="Comic Sans MS"/>
                    </w:rPr>
                  </w:pPr>
                  <w:hyperlink r:id="rId87" w:history="1">
                    <w:r w:rsidRPr="00C6112A">
                      <w:rPr>
                        <w:rFonts w:ascii="Arial" w:hAnsi="Arial" w:cs="Arial"/>
                        <w:noProof/>
                        <w:color w:val="0000FF"/>
                      </w:rPr>
                      <w:pict>
                        <v:shape id="_x0000_i1182" type="#_x0000_t75" style="width:28.5pt;height:40.5pt;visibility:visible">
                          <v:imagedata r:id="rId10" o:title=""/>
                        </v:shape>
                      </w:pict>
                    </w:r>
                  </w:hyperlink>
                </w:p>
                <w:p w:rsidR="00243B09" w:rsidRDefault="00243B09">
                  <w:pPr>
                    <w:rPr>
                      <w:rFonts w:ascii="Comic Sans MS" w:hAnsi="Comic Sans MS"/>
                    </w:rPr>
                  </w:pPr>
                </w:p>
                <w:p w:rsidR="00243B09" w:rsidRDefault="00243B09">
                  <w:pPr>
                    <w:ind w:firstLine="720"/>
                    <w:rPr>
                      <w:rFonts w:ascii="Comic Sans MS" w:hAnsi="Comic Sans MS"/>
                    </w:rPr>
                  </w:pPr>
                </w:p>
              </w:txbxContent>
            </v:textbox>
          </v:shape>
        </w:pict>
      </w: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54EA8">
      <w:pPr>
        <w:rPr>
          <w:rFonts w:ascii="Comic Sans MS" w:hAnsi="Comic Sans MS"/>
          <w:sz w:val="28"/>
          <w:szCs w:val="28"/>
        </w:rPr>
      </w:pPr>
      <w:r>
        <w:rPr>
          <w:noProof/>
        </w:rPr>
        <w:pict>
          <v:shape id="_x0000_s1103" type="#_x0000_t202" style="position:absolute;margin-left:9pt;margin-top:11.95pt;width:36pt;height:36pt;z-index:251716096" stroked="f">
            <v:textbox>
              <w:txbxContent>
                <w:p w:rsidR="00243B09" w:rsidRDefault="00243B09" w:rsidP="00454EA8">
                  <w:hyperlink r:id="rId88" w:history="1">
                    <w:r>
                      <w:rPr>
                        <w:sz w:val="20"/>
                        <w:szCs w:val="20"/>
                      </w:rPr>
                      <w:pict>
                        <v:shape id="_x0000_i1184" type="#_x0000_t75" style="width:27.75pt;height:27.75pt;visibility:visible">
                          <v:imagedata r:id="rId12" o:title=""/>
                        </v:shape>
                      </w:pict>
                    </w:r>
                  </w:hyperlink>
                </w:p>
              </w:txbxContent>
            </v:textbox>
          </v:shape>
        </w:pict>
      </w: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sz w:val="28"/>
          <w:szCs w:val="28"/>
        </w:rPr>
      </w:pPr>
    </w:p>
    <w:p w:rsidR="00243B09" w:rsidRDefault="00243B09">
      <w:pPr>
        <w:rPr>
          <w:rFonts w:ascii="Comic Sans MS" w:hAnsi="Comic Sans MS"/>
        </w:rPr>
      </w:pPr>
      <w:r>
        <w:rPr>
          <w:rFonts w:ascii="Comic Sans MS" w:hAnsi="Comic Sans MS"/>
        </w:rPr>
        <w:t>Parent’s Signature: __________________________</w:t>
      </w:r>
    </w:p>
    <w:p w:rsidR="00243B09" w:rsidRDefault="00243B09">
      <w:pPr>
        <w:rPr>
          <w:rFonts w:ascii="Comic Sans MS" w:hAnsi="Comic Sans MS"/>
        </w:rPr>
      </w:pPr>
    </w:p>
    <w:p w:rsidR="00243B09" w:rsidRDefault="00243B09">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54EA8">
        <w:rPr>
          <w:rFonts w:ascii="Comic Sans MS" w:hAnsi="Comic Sans MS"/>
          <w:b/>
        </w:rPr>
        <w:t>Date Due: __________________</w:t>
      </w:r>
    </w:p>
    <w:p w:rsidR="00243B09" w:rsidRDefault="00243B09">
      <w:pPr>
        <w:rPr>
          <w:rFonts w:ascii="Comic Sans MS" w:hAnsi="Comic Sans MS"/>
          <w:sz w:val="28"/>
          <w:szCs w:val="28"/>
        </w:rPr>
      </w:pPr>
      <w:r>
        <w:rPr>
          <w:noProof/>
        </w:rPr>
        <w:pict>
          <v:shape id="_x0000_s1104" type="#_x0000_t202" style="position:absolute;margin-left:9pt;margin-top:17.6pt;width:36pt;height:45pt;z-index:251634176" stroked="f">
            <v:textbox>
              <w:txbxContent>
                <w:p w:rsidR="00243B09" w:rsidRDefault="00243B09">
                  <w:hyperlink r:id="rId89" w:history="1">
                    <w:r w:rsidRPr="00C6112A">
                      <w:rPr>
                        <w:rFonts w:ascii="Arial" w:hAnsi="Arial" w:cs="Arial"/>
                        <w:noProof/>
                        <w:color w:val="0000FF"/>
                      </w:rPr>
                      <w:pict>
                        <v:shape id="_x0000_i1186" type="#_x0000_t75" style="width:27.75pt;height:39.75pt;visibility:visible">
                          <v:imagedata r:id="rId10" o:title=""/>
                        </v:shape>
                      </w:pict>
                    </w:r>
                  </w:hyperlink>
                </w:p>
              </w:txbxContent>
            </v:textbox>
          </v:shape>
        </w:pict>
      </w:r>
    </w:p>
    <w:p w:rsidR="00243B09" w:rsidRDefault="00243B09">
      <w:pPr>
        <w:rPr>
          <w:rFonts w:ascii="Comic Sans MS" w:hAnsi="Comic Sans MS"/>
          <w:sz w:val="28"/>
          <w:szCs w:val="28"/>
        </w:rPr>
      </w:pPr>
    </w:p>
    <w:p w:rsidR="00243B09" w:rsidRDefault="00243B09" w:rsidP="00454EA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243B09" w:rsidRDefault="00243B09" w:rsidP="00454EA8">
      <w:pPr>
        <w:rPr>
          <w:rFonts w:ascii="Comic Sans MS" w:hAnsi="Comic Sans MS"/>
          <w:sz w:val="28"/>
          <w:szCs w:val="28"/>
        </w:rPr>
      </w:pPr>
      <w:r>
        <w:rPr>
          <w:noProof/>
        </w:rPr>
        <w:pict>
          <v:shape id="_x0000_s1105" type="#_x0000_t202" style="position:absolute;margin-left:9pt;margin-top:11.95pt;width:36pt;height:36pt;z-index:251717120" stroked="f">
            <v:textbox>
              <w:txbxContent>
                <w:p w:rsidR="00243B09" w:rsidRDefault="00243B09" w:rsidP="00454EA8">
                  <w:hyperlink r:id="rId90" w:history="1">
                    <w:r>
                      <w:rPr>
                        <w:sz w:val="20"/>
                        <w:szCs w:val="20"/>
                      </w:rPr>
                      <w:pict>
                        <v:shape id="_x0000_i1188" type="#_x0000_t75" style="width:27.75pt;height:27.75pt;visibility:visible">
                          <v:imagedata r:id="rId12" o:title=""/>
                        </v:shape>
                      </w:pict>
                    </w:r>
                  </w:hyperlink>
                </w:p>
              </w:txbxContent>
            </v:textbox>
          </v:shape>
        </w:pict>
      </w:r>
    </w:p>
    <w:p w:rsidR="00243B09" w:rsidRDefault="00243B09">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243B09" w:rsidRDefault="00243B09">
      <w:pPr>
        <w:rPr>
          <w:rFonts w:ascii="Comic Sans MS" w:hAnsi="Comic Sans MS"/>
          <w:sz w:val="28"/>
          <w:szCs w:val="28"/>
        </w:rPr>
      </w:pPr>
    </w:p>
    <w:p w:rsidR="00243B09" w:rsidRDefault="00243B09">
      <w:pPr>
        <w:rPr>
          <w:rFonts w:ascii="Comic Sans MS" w:hAnsi="Comic Sans MS"/>
        </w:rPr>
      </w:pPr>
    </w:p>
    <w:p w:rsidR="00243B09" w:rsidRPr="00454EA8" w:rsidRDefault="00243B09">
      <w:pPr>
        <w:rPr>
          <w:rFonts w:ascii="Comic Sans MS" w:hAnsi="Comic Sans MS"/>
        </w:rPr>
      </w:pPr>
      <w:r>
        <w:rPr>
          <w:rFonts w:ascii="Comic Sans MS" w:hAnsi="Comic Sans MS"/>
        </w:rPr>
        <w:t>Parent’s Signature: __________________________</w:t>
      </w:r>
    </w:p>
    <w:p w:rsidR="00243B09" w:rsidRDefault="00243B09">
      <w:pPr>
        <w:rPr>
          <w:sz w:val="36"/>
          <w:szCs w:val="36"/>
        </w:rPr>
      </w:pPr>
      <w:r>
        <w:rPr>
          <w:b/>
          <w:sz w:val="36"/>
          <w:szCs w:val="36"/>
          <w:u w:val="single"/>
        </w:rPr>
        <w:t xml:space="preserve">CONNECT  FOUR </w:t>
      </w:r>
      <w:r>
        <w:rPr>
          <w:sz w:val="36"/>
          <w:szCs w:val="36"/>
        </w:rPr>
        <w:tab/>
        <w:t xml:space="preserve">Red </w:t>
      </w:r>
      <w:r>
        <w:rPr>
          <w:sz w:val="36"/>
          <w:szCs w:val="36"/>
        </w:rPr>
        <w:tab/>
      </w:r>
      <w:r>
        <w:rPr>
          <w:sz w:val="36"/>
          <w:szCs w:val="36"/>
        </w:rPr>
        <w:tab/>
      </w:r>
      <w:r>
        <w:rPr>
          <w:sz w:val="36"/>
          <w:szCs w:val="36"/>
        </w:rPr>
        <w:tab/>
        <w:t xml:space="preserve">              0.1 - 3.9</w:t>
      </w:r>
    </w:p>
    <w:p w:rsidR="00243B09" w:rsidRDefault="00243B09">
      <w:pPr>
        <w:jc w:val="right"/>
        <w:rPr>
          <w:b/>
          <w:sz w:val="36"/>
          <w:szCs w:val="36"/>
          <w:u w:val="single"/>
        </w:rPr>
      </w:pPr>
    </w:p>
    <w:p w:rsidR="00243B09" w:rsidRDefault="00243B09">
      <w:pPr>
        <w:jc w:val="right"/>
        <w:rPr>
          <w:b/>
          <w:sz w:val="36"/>
          <w:szCs w:val="36"/>
          <w:u w:val="single"/>
        </w:rPr>
      </w:pPr>
      <w:r>
        <w:rPr>
          <w:b/>
          <w:sz w:val="36"/>
          <w:szCs w:val="36"/>
          <w:u w:val="single"/>
        </w:rPr>
        <w:t>Term 1:</w:t>
      </w:r>
      <w:r>
        <w:rPr>
          <w:b/>
          <w:sz w:val="36"/>
          <w:szCs w:val="36"/>
          <w:u w:val="single"/>
        </w:rPr>
        <w:tab/>
        <w:t>August to Christmas</w:t>
      </w:r>
    </w:p>
    <w:p w:rsidR="00243B09" w:rsidRDefault="00243B09">
      <w:pPr>
        <w:rPr>
          <w:b/>
          <w:sz w:val="36"/>
          <w:szCs w:val="36"/>
          <w:u w:val="single"/>
        </w:rPr>
      </w:pPr>
    </w:p>
    <w:p w:rsidR="00243B09" w:rsidRDefault="00243B09">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243B09" w:rsidRDefault="00243B09">
      <w:pPr>
        <w:jc w:val="both"/>
        <w:rPr>
          <w:sz w:val="28"/>
          <w:szCs w:val="28"/>
        </w:rPr>
      </w:pPr>
    </w:p>
    <w:p w:rsidR="00243B09" w:rsidRDefault="00243B09">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243B09" w:rsidRDefault="00243B09">
      <w:pPr>
        <w:jc w:val="both"/>
        <w:rPr>
          <w:sz w:val="28"/>
          <w:szCs w:val="28"/>
        </w:rPr>
      </w:pPr>
    </w:p>
    <w:p w:rsidR="00243B09" w:rsidRDefault="00243B09">
      <w:pPr>
        <w:jc w:val="both"/>
        <w:rPr>
          <w:sz w:val="28"/>
          <w:szCs w:val="28"/>
        </w:rPr>
      </w:pPr>
      <w:r>
        <w:rPr>
          <w:sz w:val="28"/>
          <w:szCs w:val="28"/>
        </w:rPr>
        <w:t>ENJOY!</w:t>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noProof/>
        </w:rPr>
        <w:pict>
          <v:oval id="_x0000_s1106" style="position:absolute;left:0;text-align:left;margin-left:342pt;margin-top:11.45pt;width:108pt;height:54pt;z-index:251646464">
            <v:textbox>
              <w:txbxContent>
                <w:p w:rsidR="00243B09" w:rsidRDefault="00243B09">
                  <w:pPr>
                    <w:jc w:val="center"/>
                    <w:rPr>
                      <w:sz w:val="18"/>
                      <w:szCs w:val="18"/>
                    </w:rPr>
                  </w:pPr>
                  <w:r>
                    <w:rPr>
                      <w:sz w:val="18"/>
                      <w:szCs w:val="18"/>
                    </w:rPr>
                    <w:t>The Shadow on the Stairs</w:t>
                  </w:r>
                </w:p>
                <w:p w:rsidR="00243B09" w:rsidRDefault="00243B09">
                  <w:pPr>
                    <w:jc w:val="center"/>
                    <w:rPr>
                      <w:sz w:val="18"/>
                      <w:szCs w:val="18"/>
                    </w:rPr>
                  </w:pPr>
                  <w:r>
                    <w:rPr>
                      <w:sz w:val="18"/>
                      <w:szCs w:val="18"/>
                    </w:rPr>
                    <w:t>Ann Halam</w:t>
                  </w:r>
                </w:p>
                <w:p w:rsidR="00243B09" w:rsidRDefault="00243B09">
                  <w:pPr>
                    <w:jc w:val="center"/>
                    <w:rPr>
                      <w:sz w:val="18"/>
                      <w:szCs w:val="18"/>
                    </w:rPr>
                  </w:pPr>
                </w:p>
              </w:txbxContent>
            </v:textbox>
          </v:oval>
        </w:pict>
      </w:r>
      <w:r>
        <w:rPr>
          <w:noProof/>
        </w:rPr>
        <w:pict>
          <v:oval id="_x0000_s1107" style="position:absolute;left:0;text-align:left;margin-left:225pt;margin-top:11.45pt;width:108pt;height:54pt;z-index:251645440">
            <v:textbox>
              <w:txbxContent>
                <w:p w:rsidR="00243B09" w:rsidRDefault="00243B09">
                  <w:pPr>
                    <w:jc w:val="center"/>
                    <w:rPr>
                      <w:sz w:val="18"/>
                      <w:szCs w:val="18"/>
                    </w:rPr>
                  </w:pPr>
                  <w:r>
                    <w:rPr>
                      <w:sz w:val="18"/>
                      <w:szCs w:val="18"/>
                    </w:rPr>
                    <w:t>Pet Stuff</w:t>
                  </w:r>
                </w:p>
                <w:p w:rsidR="00243B09" w:rsidRDefault="00243B09">
                  <w:pPr>
                    <w:rPr>
                      <w:sz w:val="18"/>
                      <w:szCs w:val="18"/>
                    </w:rPr>
                  </w:pPr>
                </w:p>
                <w:p w:rsidR="00243B09" w:rsidRDefault="00243B09">
                  <w:pPr>
                    <w:jc w:val="center"/>
                    <w:rPr>
                      <w:sz w:val="20"/>
                      <w:szCs w:val="20"/>
                    </w:rPr>
                  </w:pPr>
                  <w:r>
                    <w:rPr>
                      <w:sz w:val="20"/>
                      <w:szCs w:val="20"/>
                    </w:rPr>
                    <w:t>Trevor Millum</w:t>
                  </w:r>
                </w:p>
              </w:txbxContent>
            </v:textbox>
          </v:oval>
        </w:pict>
      </w:r>
      <w:r>
        <w:rPr>
          <w:noProof/>
        </w:rPr>
        <w:pict>
          <v:oval id="_x0000_s1108" style="position:absolute;left:0;text-align:left;margin-left:108pt;margin-top:11.45pt;width:108pt;height:54pt;z-index:251644416">
            <v:textbox>
              <w:txbxContent>
                <w:p w:rsidR="00243B09" w:rsidRDefault="00243B09">
                  <w:pPr>
                    <w:jc w:val="center"/>
                    <w:rPr>
                      <w:sz w:val="22"/>
                      <w:szCs w:val="22"/>
                    </w:rPr>
                  </w:pPr>
                  <w:r>
                    <w:rPr>
                      <w:sz w:val="22"/>
                      <w:szCs w:val="22"/>
                    </w:rPr>
                    <w:t>Shark</w:t>
                  </w:r>
                </w:p>
                <w:p w:rsidR="00243B09" w:rsidRDefault="00243B09">
                  <w:pPr>
                    <w:jc w:val="center"/>
                    <w:rPr>
                      <w:sz w:val="20"/>
                      <w:szCs w:val="20"/>
                    </w:rPr>
                  </w:pPr>
                  <w:r>
                    <w:rPr>
                      <w:sz w:val="18"/>
                      <w:szCs w:val="18"/>
                    </w:rPr>
                    <w:t xml:space="preserve"> Michaela  Morgan</w:t>
                  </w:r>
                </w:p>
              </w:txbxContent>
            </v:textbox>
          </v:oval>
        </w:pict>
      </w:r>
      <w:r>
        <w:rPr>
          <w:noProof/>
        </w:rPr>
        <w:pict>
          <v:oval id="_x0000_s1109" style="position:absolute;left:0;text-align:left;margin-left:-9pt;margin-top:11.45pt;width:108pt;height:54pt;z-index:251643392">
            <v:textbox>
              <w:txbxContent>
                <w:p w:rsidR="00243B09" w:rsidRDefault="00243B09">
                  <w:pPr>
                    <w:jc w:val="center"/>
                    <w:rPr>
                      <w:sz w:val="20"/>
                      <w:szCs w:val="20"/>
                    </w:rPr>
                  </w:pPr>
                  <w:r>
                    <w:rPr>
                      <w:sz w:val="20"/>
                      <w:szCs w:val="20"/>
                    </w:rPr>
                    <w:t>Deadline</w:t>
                  </w:r>
                </w:p>
                <w:p w:rsidR="00243B09" w:rsidRDefault="00243B09">
                  <w:pPr>
                    <w:jc w:val="center"/>
                    <w:rPr>
                      <w:sz w:val="20"/>
                      <w:szCs w:val="20"/>
                    </w:rPr>
                  </w:pPr>
                  <w:r>
                    <w:rPr>
                      <w:sz w:val="20"/>
                      <w:szCs w:val="20"/>
                    </w:rPr>
                    <w:t>John Townsend</w:t>
                  </w:r>
                </w:p>
              </w:txbxContent>
            </v:textbox>
          </v:oval>
        </w:pict>
      </w:r>
    </w:p>
    <w:p w:rsidR="00243B09" w:rsidRDefault="00243B09">
      <w:pPr>
        <w:jc w:val="both"/>
        <w:rPr>
          <w:sz w:val="28"/>
          <w:szCs w:val="28"/>
        </w:rPr>
      </w:pPr>
      <w:r>
        <w:rPr>
          <w:sz w:val="28"/>
          <w:szCs w:val="28"/>
        </w:rPr>
        <w:tab/>
      </w:r>
      <w:r>
        <w:rPr>
          <w:sz w:val="28"/>
          <w:szCs w:val="28"/>
        </w:rPr>
        <w:tab/>
      </w:r>
      <w:r>
        <w:rPr>
          <w:sz w:val="28"/>
          <w:szCs w:val="28"/>
        </w:rPr>
        <w:tab/>
      </w:r>
      <w:r>
        <w:rPr>
          <w:sz w:val="28"/>
          <w:szCs w:val="28"/>
        </w:rPr>
        <w:tab/>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noProof/>
        </w:rPr>
        <w:pict>
          <v:oval id="_x0000_s1110" style="position:absolute;left:0;text-align:left;margin-left:342pt;margin-top:2.95pt;width:108pt;height:54pt;z-index:251650560">
            <v:textbox>
              <w:txbxContent>
                <w:p w:rsidR="00243B09" w:rsidRDefault="00243B09">
                  <w:pPr>
                    <w:jc w:val="center"/>
                    <w:rPr>
                      <w:sz w:val="18"/>
                      <w:szCs w:val="18"/>
                    </w:rPr>
                  </w:pPr>
                  <w:r>
                    <w:rPr>
                      <w:sz w:val="18"/>
                      <w:szCs w:val="18"/>
                    </w:rPr>
                    <w:t>Mop Idol</w:t>
                  </w:r>
                </w:p>
                <w:p w:rsidR="00243B09" w:rsidRDefault="00243B09">
                  <w:pPr>
                    <w:jc w:val="center"/>
                    <w:rPr>
                      <w:sz w:val="18"/>
                      <w:szCs w:val="18"/>
                    </w:rPr>
                  </w:pPr>
                </w:p>
                <w:p w:rsidR="00243B09" w:rsidRDefault="00243B09">
                  <w:pPr>
                    <w:jc w:val="center"/>
                    <w:rPr>
                      <w:sz w:val="18"/>
                      <w:szCs w:val="18"/>
                    </w:rPr>
                  </w:pPr>
                  <w:r>
                    <w:rPr>
                      <w:sz w:val="18"/>
                      <w:szCs w:val="18"/>
                    </w:rPr>
                    <w:t>Mike Gould</w:t>
                  </w:r>
                </w:p>
                <w:p w:rsidR="00243B09" w:rsidRDefault="00243B09">
                  <w:pPr>
                    <w:jc w:val="center"/>
                    <w:rPr>
                      <w:sz w:val="20"/>
                      <w:szCs w:val="20"/>
                    </w:rPr>
                  </w:pPr>
                </w:p>
              </w:txbxContent>
            </v:textbox>
          </v:oval>
        </w:pict>
      </w:r>
      <w:r>
        <w:rPr>
          <w:noProof/>
        </w:rPr>
        <w:pict>
          <v:oval id="_x0000_s1111" style="position:absolute;left:0;text-align:left;margin-left:225pt;margin-top:2.95pt;width:108pt;height:54pt;z-index:251649536">
            <v:textbox>
              <w:txbxContent>
                <w:p w:rsidR="00243B09" w:rsidRDefault="00243B09">
                  <w:pPr>
                    <w:jc w:val="center"/>
                    <w:rPr>
                      <w:sz w:val="18"/>
                      <w:szCs w:val="18"/>
                    </w:rPr>
                  </w:pPr>
                  <w:r>
                    <w:rPr>
                      <w:sz w:val="18"/>
                      <w:szCs w:val="18"/>
                    </w:rPr>
                    <w:t>Fighting Dragons</w:t>
                  </w:r>
                </w:p>
                <w:p w:rsidR="00243B09" w:rsidRDefault="00243B09">
                  <w:pPr>
                    <w:jc w:val="center"/>
                    <w:rPr>
                      <w:sz w:val="18"/>
                      <w:szCs w:val="18"/>
                    </w:rPr>
                  </w:pPr>
                </w:p>
                <w:p w:rsidR="00243B09" w:rsidRDefault="00243B09">
                  <w:pPr>
                    <w:jc w:val="center"/>
                    <w:rPr>
                      <w:sz w:val="18"/>
                      <w:szCs w:val="18"/>
                    </w:rPr>
                  </w:pPr>
                  <w:r>
                    <w:rPr>
                      <w:sz w:val="18"/>
                      <w:szCs w:val="18"/>
                    </w:rPr>
                    <w:t>Colin West</w:t>
                  </w:r>
                </w:p>
                <w:p w:rsidR="00243B09" w:rsidRDefault="00243B09">
                  <w:pPr>
                    <w:jc w:val="center"/>
                    <w:rPr>
                      <w:sz w:val="20"/>
                      <w:szCs w:val="20"/>
                    </w:rPr>
                  </w:pPr>
                </w:p>
              </w:txbxContent>
            </v:textbox>
          </v:oval>
        </w:pict>
      </w:r>
      <w:r>
        <w:rPr>
          <w:noProof/>
        </w:rPr>
        <w:pict>
          <v:oval id="_x0000_s1112" style="position:absolute;left:0;text-align:left;margin-left:108pt;margin-top:2.95pt;width:108pt;height:54pt;z-index:251648512">
            <v:textbox>
              <w:txbxContent>
                <w:p w:rsidR="00243B09" w:rsidRDefault="00243B09">
                  <w:pPr>
                    <w:ind w:left="-180" w:right="-300"/>
                    <w:jc w:val="center"/>
                    <w:rPr>
                      <w:sz w:val="20"/>
                      <w:szCs w:val="20"/>
                    </w:rPr>
                  </w:pPr>
                  <w:r>
                    <w:rPr>
                      <w:sz w:val="20"/>
                      <w:szCs w:val="20"/>
                    </w:rPr>
                    <w:t>Ghost in the House</w:t>
                  </w:r>
                </w:p>
                <w:p w:rsidR="00243B09" w:rsidRDefault="00243B09">
                  <w:pPr>
                    <w:jc w:val="center"/>
                    <w:rPr>
                      <w:sz w:val="18"/>
                      <w:szCs w:val="18"/>
                    </w:rPr>
                  </w:pPr>
                  <w:r>
                    <w:rPr>
                      <w:sz w:val="20"/>
                      <w:szCs w:val="20"/>
                    </w:rPr>
                    <w:t>C L Tompset</w:t>
                  </w:r>
                </w:p>
              </w:txbxContent>
            </v:textbox>
          </v:oval>
        </w:pict>
      </w:r>
      <w:r>
        <w:rPr>
          <w:noProof/>
        </w:rPr>
        <w:pict>
          <v:oval id="_x0000_s1113" style="position:absolute;left:0;text-align:left;margin-left:-9pt;margin-top:2.95pt;width:108pt;height:54pt;z-index:251647488">
            <v:textbox>
              <w:txbxContent>
                <w:p w:rsidR="00243B09" w:rsidRDefault="00243B09">
                  <w:pPr>
                    <w:jc w:val="center"/>
                    <w:rPr>
                      <w:sz w:val="18"/>
                      <w:szCs w:val="18"/>
                    </w:rPr>
                  </w:pPr>
                  <w:r>
                    <w:rPr>
                      <w:sz w:val="18"/>
                      <w:szCs w:val="18"/>
                    </w:rPr>
                    <w:t>Zinc Alloy</w:t>
                  </w:r>
                </w:p>
                <w:p w:rsidR="00243B09" w:rsidRDefault="00243B09">
                  <w:pPr>
                    <w:jc w:val="center"/>
                    <w:rPr>
                      <w:sz w:val="18"/>
                      <w:szCs w:val="18"/>
                    </w:rPr>
                  </w:pPr>
                  <w:r>
                    <w:rPr>
                      <w:sz w:val="18"/>
                      <w:szCs w:val="18"/>
                    </w:rPr>
                    <w:t>Donald Lemke</w:t>
                  </w:r>
                </w:p>
                <w:p w:rsidR="00243B09" w:rsidRDefault="00243B09">
                  <w:pPr>
                    <w:jc w:val="center"/>
                    <w:rPr>
                      <w:sz w:val="20"/>
                      <w:szCs w:val="20"/>
                    </w:rPr>
                  </w:pPr>
                </w:p>
              </w:txbxContent>
            </v:textbox>
          </v:oval>
        </w:pict>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noProof/>
        </w:rPr>
        <w:pict>
          <v:oval id="_x0000_s1114" style="position:absolute;left:0;text-align:left;margin-left:342pt;margin-top:10.55pt;width:108pt;height:54pt;z-index:251654656">
            <v:textbox>
              <w:txbxContent>
                <w:p w:rsidR="00243B09" w:rsidRDefault="00243B09">
                  <w:pPr>
                    <w:jc w:val="center"/>
                    <w:rPr>
                      <w:sz w:val="20"/>
                      <w:szCs w:val="20"/>
                    </w:rPr>
                  </w:pPr>
                  <w:r>
                    <w:rPr>
                      <w:sz w:val="20"/>
                      <w:szCs w:val="20"/>
                    </w:rPr>
                    <w:t>The Beast</w:t>
                  </w:r>
                </w:p>
                <w:p w:rsidR="00243B09" w:rsidRDefault="00243B09">
                  <w:pPr>
                    <w:jc w:val="center"/>
                    <w:rPr>
                      <w:sz w:val="18"/>
                      <w:szCs w:val="18"/>
                    </w:rPr>
                  </w:pPr>
                </w:p>
                <w:p w:rsidR="00243B09" w:rsidRDefault="00243B09">
                  <w:pPr>
                    <w:jc w:val="center"/>
                    <w:rPr>
                      <w:sz w:val="18"/>
                      <w:szCs w:val="18"/>
                    </w:rPr>
                  </w:pPr>
                  <w:r>
                    <w:rPr>
                      <w:sz w:val="18"/>
                      <w:szCs w:val="18"/>
                    </w:rPr>
                    <w:t>Michaela Morgan</w:t>
                  </w:r>
                </w:p>
                <w:p w:rsidR="00243B09" w:rsidRDefault="00243B09">
                  <w:pPr>
                    <w:jc w:val="center"/>
                    <w:rPr>
                      <w:sz w:val="20"/>
                      <w:szCs w:val="20"/>
                    </w:rPr>
                  </w:pPr>
                </w:p>
              </w:txbxContent>
            </v:textbox>
          </v:oval>
        </w:pict>
      </w:r>
      <w:r>
        <w:rPr>
          <w:noProof/>
        </w:rPr>
        <w:pict>
          <v:oval id="_x0000_s1115" style="position:absolute;left:0;text-align:left;margin-left:225pt;margin-top:10.55pt;width:108pt;height:54pt;z-index:251653632">
            <v:textbox>
              <w:txbxContent>
                <w:p w:rsidR="00243B09" w:rsidRDefault="00243B09">
                  <w:pPr>
                    <w:jc w:val="center"/>
                    <w:rPr>
                      <w:sz w:val="22"/>
                      <w:szCs w:val="22"/>
                    </w:rPr>
                  </w:pPr>
                  <w:r>
                    <w:rPr>
                      <w:sz w:val="22"/>
                      <w:szCs w:val="22"/>
                    </w:rPr>
                    <w:t>Soccer Squad</w:t>
                  </w:r>
                </w:p>
                <w:p w:rsidR="00243B09" w:rsidRDefault="00243B09">
                  <w:pPr>
                    <w:jc w:val="center"/>
                    <w:rPr>
                      <w:sz w:val="18"/>
                      <w:szCs w:val="18"/>
                    </w:rPr>
                  </w:pPr>
                </w:p>
                <w:p w:rsidR="00243B09" w:rsidRDefault="00243B09">
                  <w:pPr>
                    <w:jc w:val="center"/>
                    <w:rPr>
                      <w:sz w:val="18"/>
                      <w:szCs w:val="18"/>
                    </w:rPr>
                  </w:pPr>
                  <w:smartTag w:uri="urn:schemas-microsoft-com:office:smarttags" w:element="place">
                    <w:r>
                      <w:rPr>
                        <w:sz w:val="18"/>
                        <w:szCs w:val="18"/>
                      </w:rPr>
                      <w:t>Bali</w:t>
                    </w:r>
                  </w:smartTag>
                  <w:r>
                    <w:rPr>
                      <w:sz w:val="18"/>
                      <w:szCs w:val="18"/>
                    </w:rPr>
                    <w:t xml:space="preserve"> Rai</w:t>
                  </w:r>
                </w:p>
                <w:p w:rsidR="00243B09" w:rsidRDefault="00243B09">
                  <w:pPr>
                    <w:jc w:val="center"/>
                    <w:rPr>
                      <w:sz w:val="20"/>
                      <w:szCs w:val="20"/>
                    </w:rPr>
                  </w:pPr>
                </w:p>
              </w:txbxContent>
            </v:textbox>
          </v:oval>
        </w:pict>
      </w:r>
      <w:r>
        <w:rPr>
          <w:noProof/>
        </w:rPr>
        <w:pict>
          <v:oval id="_x0000_s1116" style="position:absolute;left:0;text-align:left;margin-left:108pt;margin-top:10.55pt;width:108pt;height:54pt;z-index:251652608">
            <v:textbox>
              <w:txbxContent>
                <w:p w:rsidR="00243B09" w:rsidRDefault="00243B09">
                  <w:pPr>
                    <w:jc w:val="center"/>
                    <w:rPr>
                      <w:sz w:val="22"/>
                      <w:szCs w:val="22"/>
                    </w:rPr>
                  </w:pPr>
                  <w:r>
                    <w:rPr>
                      <w:sz w:val="22"/>
                      <w:szCs w:val="22"/>
                    </w:rPr>
                    <w:t>Smoke</w:t>
                  </w:r>
                </w:p>
                <w:p w:rsidR="00243B09" w:rsidRDefault="00243B09">
                  <w:pPr>
                    <w:jc w:val="center"/>
                    <w:rPr>
                      <w:sz w:val="18"/>
                      <w:szCs w:val="18"/>
                    </w:rPr>
                  </w:pPr>
                  <w:r>
                    <w:rPr>
                      <w:sz w:val="18"/>
                      <w:szCs w:val="18"/>
                    </w:rPr>
                    <w:t>Alison</w:t>
                  </w:r>
                </w:p>
                <w:p w:rsidR="00243B09" w:rsidRDefault="00243B09">
                  <w:pPr>
                    <w:jc w:val="center"/>
                    <w:rPr>
                      <w:szCs w:val="20"/>
                    </w:rPr>
                  </w:pPr>
                  <w:r>
                    <w:rPr>
                      <w:sz w:val="18"/>
                      <w:szCs w:val="18"/>
                    </w:rPr>
                    <w:t>Prince</w:t>
                  </w:r>
                </w:p>
              </w:txbxContent>
            </v:textbox>
          </v:oval>
        </w:pict>
      </w:r>
      <w:r>
        <w:rPr>
          <w:noProof/>
        </w:rPr>
        <w:pict>
          <v:oval id="_x0000_s1117" style="position:absolute;left:0;text-align:left;margin-left:-9pt;margin-top:10.55pt;width:108pt;height:54pt;z-index:251651584">
            <v:textbox>
              <w:txbxContent>
                <w:p w:rsidR="00243B09" w:rsidRDefault="00243B09">
                  <w:pPr>
                    <w:jc w:val="center"/>
                    <w:rPr>
                      <w:sz w:val="22"/>
                      <w:szCs w:val="22"/>
                    </w:rPr>
                  </w:pPr>
                  <w:r>
                    <w:rPr>
                      <w:sz w:val="22"/>
                      <w:szCs w:val="22"/>
                    </w:rPr>
                    <w:t>Motocross</w:t>
                  </w:r>
                </w:p>
                <w:p w:rsidR="00243B09" w:rsidRDefault="00243B09">
                  <w:pPr>
                    <w:jc w:val="center"/>
                    <w:rPr>
                      <w:sz w:val="16"/>
                      <w:szCs w:val="16"/>
                    </w:rPr>
                  </w:pPr>
                </w:p>
                <w:p w:rsidR="00243B09" w:rsidRDefault="00243B09">
                  <w:pPr>
                    <w:jc w:val="center"/>
                    <w:rPr>
                      <w:sz w:val="18"/>
                      <w:szCs w:val="18"/>
                    </w:rPr>
                  </w:pPr>
                  <w:r>
                    <w:rPr>
                      <w:sz w:val="18"/>
                      <w:szCs w:val="18"/>
                    </w:rPr>
                    <w:t>Frances Ridley</w:t>
                  </w:r>
                </w:p>
                <w:p w:rsidR="00243B09" w:rsidRDefault="00243B09">
                  <w:pPr>
                    <w:jc w:val="center"/>
                    <w:rPr>
                      <w:sz w:val="20"/>
                      <w:szCs w:val="20"/>
                    </w:rPr>
                  </w:pPr>
                </w:p>
              </w:txbxContent>
            </v:textbox>
          </v:oval>
        </w:pict>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noProof/>
        </w:rPr>
        <w:pict>
          <v:oval id="_x0000_s1118" style="position:absolute;left:0;text-align:left;margin-left:342pt;margin-top:2.05pt;width:108pt;height:54pt;z-index:251658752">
            <v:textbox>
              <w:txbxContent>
                <w:p w:rsidR="00243B09" w:rsidRDefault="00243B09">
                  <w:pPr>
                    <w:jc w:val="center"/>
                    <w:rPr>
                      <w:sz w:val="18"/>
                      <w:szCs w:val="18"/>
                    </w:rPr>
                  </w:pPr>
                  <w:r>
                    <w:rPr>
                      <w:sz w:val="18"/>
                      <w:szCs w:val="18"/>
                    </w:rPr>
                    <w:t>The Trap</w:t>
                  </w:r>
                </w:p>
                <w:p w:rsidR="00243B09" w:rsidRDefault="00243B09">
                  <w:pPr>
                    <w:jc w:val="center"/>
                    <w:rPr>
                      <w:sz w:val="18"/>
                      <w:szCs w:val="18"/>
                    </w:rPr>
                  </w:pPr>
                </w:p>
                <w:p w:rsidR="00243B09" w:rsidRDefault="00243B09">
                  <w:pPr>
                    <w:jc w:val="center"/>
                    <w:rPr>
                      <w:sz w:val="18"/>
                      <w:szCs w:val="18"/>
                    </w:rPr>
                  </w:pPr>
                  <w:r>
                    <w:rPr>
                      <w:sz w:val="18"/>
                      <w:szCs w:val="18"/>
                    </w:rPr>
                    <w:t>Paul Blum</w:t>
                  </w:r>
                </w:p>
                <w:p w:rsidR="00243B09" w:rsidRDefault="00243B09">
                  <w:pPr>
                    <w:jc w:val="center"/>
                    <w:rPr>
                      <w:sz w:val="20"/>
                      <w:szCs w:val="20"/>
                    </w:rPr>
                  </w:pPr>
                  <w:r>
                    <w:rPr>
                      <w:sz w:val="20"/>
                      <w:szCs w:val="20"/>
                    </w:rPr>
                    <w:t xml:space="preserve"> </w:t>
                  </w:r>
                </w:p>
              </w:txbxContent>
            </v:textbox>
          </v:oval>
        </w:pict>
      </w:r>
      <w:r>
        <w:rPr>
          <w:noProof/>
        </w:rPr>
        <w:pict>
          <v:oval id="_x0000_s1119" style="position:absolute;left:0;text-align:left;margin-left:225pt;margin-top:2.05pt;width:108pt;height:54pt;z-index:251657728">
            <v:textbox>
              <w:txbxContent>
                <w:p w:rsidR="00243B09" w:rsidRDefault="00243B09">
                  <w:pPr>
                    <w:jc w:val="center"/>
                    <w:rPr>
                      <w:sz w:val="18"/>
                      <w:szCs w:val="18"/>
                    </w:rPr>
                  </w:pPr>
                  <w:r>
                    <w:rPr>
                      <w:sz w:val="18"/>
                      <w:szCs w:val="18"/>
                    </w:rPr>
                    <w:t>Mer-boy</w:t>
                  </w:r>
                </w:p>
                <w:p w:rsidR="00243B09" w:rsidRDefault="00243B09">
                  <w:pPr>
                    <w:jc w:val="center"/>
                    <w:rPr>
                      <w:sz w:val="18"/>
                      <w:szCs w:val="18"/>
                    </w:rPr>
                  </w:pPr>
                </w:p>
                <w:p w:rsidR="00243B09" w:rsidRDefault="00243B09">
                  <w:pPr>
                    <w:jc w:val="center"/>
                    <w:rPr>
                      <w:sz w:val="18"/>
                      <w:szCs w:val="18"/>
                    </w:rPr>
                  </w:pPr>
                  <w:r>
                    <w:rPr>
                      <w:sz w:val="18"/>
                      <w:szCs w:val="18"/>
                    </w:rPr>
                    <w:t>Justine Smith</w:t>
                  </w:r>
                </w:p>
                <w:p w:rsidR="00243B09" w:rsidRDefault="00243B09">
                  <w:pPr>
                    <w:jc w:val="center"/>
                    <w:rPr>
                      <w:sz w:val="20"/>
                      <w:szCs w:val="20"/>
                    </w:rPr>
                  </w:pPr>
                </w:p>
              </w:txbxContent>
            </v:textbox>
          </v:oval>
        </w:pict>
      </w:r>
      <w:r>
        <w:rPr>
          <w:noProof/>
        </w:rPr>
        <w:pict>
          <v:oval id="_x0000_s1120" style="position:absolute;left:0;text-align:left;margin-left:108pt;margin-top:2.05pt;width:108pt;height:54pt;z-index:251656704">
            <v:textbox>
              <w:txbxContent>
                <w:p w:rsidR="00243B09" w:rsidRDefault="00243B09">
                  <w:pPr>
                    <w:jc w:val="center"/>
                    <w:rPr>
                      <w:sz w:val="20"/>
                      <w:szCs w:val="20"/>
                    </w:rPr>
                  </w:pPr>
                  <w:r>
                    <w:rPr>
                      <w:sz w:val="20"/>
                      <w:szCs w:val="20"/>
                    </w:rPr>
                    <w:t>Sol Campbell</w:t>
                  </w:r>
                </w:p>
                <w:p w:rsidR="00243B09" w:rsidRDefault="00243B09">
                  <w:pPr>
                    <w:jc w:val="center"/>
                    <w:rPr>
                      <w:sz w:val="16"/>
                      <w:szCs w:val="16"/>
                    </w:rPr>
                  </w:pPr>
                </w:p>
                <w:p w:rsidR="00243B09" w:rsidRDefault="00243B09">
                  <w:pPr>
                    <w:jc w:val="center"/>
                    <w:rPr>
                      <w:sz w:val="20"/>
                      <w:szCs w:val="20"/>
                    </w:rPr>
                  </w:pPr>
                  <w:r>
                    <w:rPr>
                      <w:sz w:val="20"/>
                      <w:szCs w:val="20"/>
                    </w:rPr>
                    <w:t>Andy Croft</w:t>
                  </w:r>
                </w:p>
              </w:txbxContent>
            </v:textbox>
          </v:oval>
        </w:pict>
      </w:r>
      <w:r>
        <w:rPr>
          <w:noProof/>
        </w:rPr>
        <w:pict>
          <v:oval id="_x0000_s1121" style="position:absolute;left:0;text-align:left;margin-left:-9pt;margin-top:2.05pt;width:108pt;height:54pt;z-index:251655680">
            <v:textbox>
              <w:txbxContent>
                <w:p w:rsidR="00243B09" w:rsidRDefault="00243B09">
                  <w:pPr>
                    <w:jc w:val="center"/>
                    <w:rPr>
                      <w:sz w:val="18"/>
                      <w:szCs w:val="18"/>
                    </w:rPr>
                  </w:pPr>
                  <w:r>
                    <w:rPr>
                      <w:sz w:val="18"/>
                      <w:szCs w:val="18"/>
                    </w:rPr>
                    <w:t>Poison pages</w:t>
                  </w:r>
                </w:p>
                <w:p w:rsidR="00243B09" w:rsidRDefault="00243B09">
                  <w:pPr>
                    <w:jc w:val="center"/>
                    <w:rPr>
                      <w:sz w:val="18"/>
                      <w:szCs w:val="18"/>
                    </w:rPr>
                  </w:pPr>
                  <w:r>
                    <w:rPr>
                      <w:sz w:val="18"/>
                      <w:szCs w:val="18"/>
                    </w:rPr>
                    <w:t>Michael Dahl</w:t>
                  </w:r>
                </w:p>
                <w:p w:rsidR="00243B09" w:rsidRDefault="00243B09">
                  <w:pPr>
                    <w:jc w:val="center"/>
                    <w:rPr>
                      <w:sz w:val="20"/>
                      <w:szCs w:val="20"/>
                    </w:rPr>
                  </w:pPr>
                </w:p>
              </w:txbxContent>
            </v:textbox>
          </v:oval>
        </w:pict>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243B09" w:rsidRDefault="00243B09">
      <w:pPr>
        <w:rPr>
          <w:b/>
          <w:sz w:val="32"/>
          <w:szCs w:val="32"/>
        </w:rPr>
      </w:pP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 w:rsidR="00243B09" w:rsidRDefault="00243B09">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243B09" w:rsidRDefault="00243B09"/>
    <w:p w:rsidR="00243B09" w:rsidRDefault="00243B09">
      <w:r>
        <w:t xml:space="preserve">Please </w:t>
      </w:r>
      <w:r>
        <w:rPr>
          <w:b/>
        </w:rPr>
        <w:t>circle</w:t>
      </w:r>
      <w:r>
        <w:t xml:space="preserve"> the answer that best describes you.</w:t>
      </w:r>
    </w:p>
    <w:p w:rsidR="00243B09" w:rsidRDefault="00243B09">
      <w:pPr>
        <w:rPr>
          <w:b/>
        </w:rPr>
      </w:pPr>
    </w:p>
    <w:p w:rsidR="00243B09" w:rsidRDefault="00243B09">
      <w:pPr>
        <w:rPr>
          <w:b/>
        </w:rPr>
      </w:pPr>
      <w:r>
        <w:rPr>
          <w:b/>
        </w:rPr>
        <w:t>August</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Pr>
        <w:rPr>
          <w:sz w:val="20"/>
          <w:szCs w:val="20"/>
        </w:rPr>
      </w:pPr>
    </w:p>
    <w:p w:rsidR="00243B09" w:rsidRDefault="00243B09">
      <w:pPr>
        <w:rPr>
          <w:sz w:val="20"/>
          <w:szCs w:val="20"/>
        </w:rPr>
      </w:pPr>
    </w:p>
    <w:p w:rsidR="00243B09" w:rsidRDefault="00243B09">
      <w:pPr>
        <w:rPr>
          <w:b/>
          <w:sz w:val="28"/>
          <w:szCs w:val="28"/>
        </w:rPr>
      </w:pPr>
      <w:r>
        <w:rPr>
          <w:b/>
          <w:sz w:val="28"/>
          <w:szCs w:val="28"/>
        </w:rPr>
        <w:t>Parent Reading Reflection:</w:t>
      </w:r>
    </w:p>
    <w:p w:rsidR="00243B09" w:rsidRDefault="00243B09">
      <w:pPr>
        <w:rPr>
          <w:b/>
          <w:sz w:val="36"/>
          <w:szCs w:val="36"/>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r>
        <w:rPr>
          <w:b/>
        </w:rPr>
        <w:t>No</w:t>
      </w:r>
      <w:r>
        <w:t>- What aspect is concerning you? _______________________________________</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September</w:t>
      </w:r>
    </w:p>
    <w:p w:rsidR="00243B09" w:rsidRDefault="00243B09">
      <w:pPr>
        <w:rPr>
          <w:b/>
          <w:sz w:val="32"/>
          <w:szCs w:val="32"/>
        </w:rPr>
      </w:pPr>
    </w:p>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 xml:space="preserve">October </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 w:rsidR="00243B09" w:rsidRDefault="00243B09"/>
    <w:p w:rsidR="00243B09" w:rsidRDefault="00243B09">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November</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pPr>
        <w:rPr>
          <w:b/>
          <w:sz w:val="32"/>
          <w:szCs w:val="32"/>
        </w:rPr>
      </w:pPr>
      <w:r>
        <w:rPr>
          <w:b/>
        </w:rPr>
        <w:t>No</w:t>
      </w:r>
      <w:r>
        <w:t>- What aspect is concerning you? _______________________________________</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December</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6"/>
          <w:szCs w:val="36"/>
          <w:u w:val="single"/>
        </w:rPr>
      </w:pPr>
    </w:p>
    <w:p w:rsidR="00243B09" w:rsidRDefault="00243B09"/>
    <w:p w:rsidR="00243B09" w:rsidRDefault="00243B09">
      <w:pPr>
        <w:rPr>
          <w:b/>
          <w:sz w:val="36"/>
          <w:szCs w:val="36"/>
          <w:u w:val="single"/>
        </w:rPr>
      </w:pPr>
      <w:r>
        <w:rPr>
          <w:b/>
          <w:sz w:val="36"/>
          <w:szCs w:val="36"/>
          <w:u w:val="single"/>
        </w:rPr>
        <w:t>CONNECT  FOUR</w:t>
      </w:r>
      <w:r>
        <w:rPr>
          <w:sz w:val="36"/>
          <w:szCs w:val="36"/>
        </w:rPr>
        <w:t xml:space="preserve">       Red </w:t>
      </w:r>
      <w:r>
        <w:rPr>
          <w:sz w:val="36"/>
          <w:szCs w:val="36"/>
        </w:rPr>
        <w:tab/>
      </w:r>
      <w:r>
        <w:rPr>
          <w:sz w:val="36"/>
          <w:szCs w:val="36"/>
        </w:rPr>
        <w:tab/>
      </w:r>
      <w:r>
        <w:rPr>
          <w:sz w:val="36"/>
          <w:szCs w:val="36"/>
        </w:rPr>
        <w:tab/>
        <w:t xml:space="preserve">              0.1 - 3.9</w:t>
      </w:r>
    </w:p>
    <w:p w:rsidR="00243B09" w:rsidRDefault="00243B09">
      <w:pPr>
        <w:jc w:val="right"/>
        <w:rPr>
          <w:b/>
          <w:sz w:val="36"/>
          <w:szCs w:val="36"/>
          <w:u w:val="single"/>
        </w:rPr>
      </w:pPr>
    </w:p>
    <w:p w:rsidR="00243B09" w:rsidRDefault="00243B09">
      <w:pPr>
        <w:jc w:val="right"/>
        <w:rPr>
          <w:b/>
          <w:sz w:val="36"/>
          <w:szCs w:val="36"/>
          <w:u w:val="single"/>
        </w:rPr>
      </w:pPr>
      <w:r>
        <w:rPr>
          <w:b/>
          <w:sz w:val="36"/>
          <w:szCs w:val="36"/>
          <w:u w:val="single"/>
        </w:rPr>
        <w:t>Term 2: January to Easter</w:t>
      </w:r>
    </w:p>
    <w:p w:rsidR="00243B09" w:rsidRDefault="00243B09">
      <w:pPr>
        <w:rPr>
          <w:b/>
          <w:sz w:val="36"/>
          <w:szCs w:val="36"/>
          <w:u w:val="single"/>
        </w:rPr>
      </w:pPr>
    </w:p>
    <w:p w:rsidR="00243B09" w:rsidRDefault="00243B09">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243B09" w:rsidRDefault="00243B09">
      <w:pPr>
        <w:jc w:val="both"/>
        <w:rPr>
          <w:sz w:val="28"/>
          <w:szCs w:val="28"/>
        </w:rPr>
      </w:pPr>
    </w:p>
    <w:p w:rsidR="00243B09" w:rsidRDefault="00243B09">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243B09" w:rsidRDefault="00243B09">
      <w:pPr>
        <w:jc w:val="both"/>
        <w:rPr>
          <w:sz w:val="28"/>
          <w:szCs w:val="28"/>
        </w:rPr>
      </w:pPr>
    </w:p>
    <w:p w:rsidR="00243B09" w:rsidRDefault="00243B09">
      <w:pPr>
        <w:jc w:val="both"/>
        <w:rPr>
          <w:sz w:val="28"/>
          <w:szCs w:val="28"/>
        </w:rPr>
      </w:pPr>
      <w:r>
        <w:rPr>
          <w:sz w:val="28"/>
          <w:szCs w:val="28"/>
        </w:rPr>
        <w:t>ENJOY!</w:t>
      </w: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p>
    <w:p w:rsidR="00243B09" w:rsidRDefault="00243B09">
      <w:pPr>
        <w:jc w:val="both"/>
        <w:rPr>
          <w:sz w:val="28"/>
          <w:szCs w:val="28"/>
        </w:rPr>
      </w:pPr>
      <w:r>
        <w:rPr>
          <w:noProof/>
        </w:rPr>
        <w:pict>
          <v:oval id="_x0000_s1122" style="position:absolute;left:0;text-align:left;margin-left:0;margin-top:6.85pt;width:108pt;height:54.5pt;z-index:251660800">
            <v:textbox>
              <w:txbxContent>
                <w:p w:rsidR="00243B09" w:rsidRDefault="00243B09">
                  <w:pPr>
                    <w:jc w:val="center"/>
                    <w:rPr>
                      <w:sz w:val="18"/>
                      <w:szCs w:val="18"/>
                    </w:rPr>
                  </w:pPr>
                  <w:r>
                    <w:rPr>
                      <w:sz w:val="18"/>
                      <w:szCs w:val="18"/>
                    </w:rPr>
                    <w:t>Life on the Refrigerator Door</w:t>
                  </w:r>
                </w:p>
                <w:p w:rsidR="00243B09" w:rsidRDefault="00243B09">
                  <w:pPr>
                    <w:jc w:val="center"/>
                    <w:rPr>
                      <w:sz w:val="20"/>
                      <w:szCs w:val="20"/>
                    </w:rPr>
                  </w:pPr>
                  <w:r>
                    <w:rPr>
                      <w:sz w:val="18"/>
                      <w:szCs w:val="18"/>
                    </w:rPr>
                    <w:t>Alice Kuipers</w:t>
                  </w:r>
                </w:p>
              </w:txbxContent>
            </v:textbox>
          </v:oval>
        </w:pict>
      </w:r>
      <w:r>
        <w:rPr>
          <w:noProof/>
        </w:rPr>
        <w:pict>
          <v:oval id="_x0000_s1123" style="position:absolute;left:0;text-align:left;margin-left:354pt;margin-top:7.35pt;width:105pt;height:54pt;z-index:251663872">
            <v:textbox>
              <w:txbxContent>
                <w:p w:rsidR="00243B09" w:rsidRDefault="00243B09">
                  <w:pPr>
                    <w:jc w:val="center"/>
                    <w:rPr>
                      <w:sz w:val="18"/>
                      <w:szCs w:val="18"/>
                    </w:rPr>
                  </w:pPr>
                  <w:r>
                    <w:rPr>
                      <w:sz w:val="18"/>
                      <w:szCs w:val="18"/>
                    </w:rPr>
                    <w:t>Lewis Hamilton</w:t>
                  </w:r>
                </w:p>
                <w:p w:rsidR="00243B09" w:rsidRDefault="00243B09">
                  <w:pPr>
                    <w:jc w:val="center"/>
                    <w:rPr>
                      <w:sz w:val="18"/>
                      <w:szCs w:val="18"/>
                    </w:rPr>
                  </w:pPr>
                </w:p>
                <w:p w:rsidR="00243B09" w:rsidRDefault="00243B09">
                  <w:pPr>
                    <w:jc w:val="center"/>
                    <w:rPr>
                      <w:sz w:val="20"/>
                      <w:szCs w:val="20"/>
                    </w:rPr>
                  </w:pPr>
                  <w:r>
                    <w:rPr>
                      <w:sz w:val="18"/>
                      <w:szCs w:val="18"/>
                    </w:rPr>
                    <w:t>Roy Apps</w:t>
                  </w:r>
                </w:p>
              </w:txbxContent>
            </v:textbox>
          </v:oval>
        </w:pict>
      </w:r>
      <w:r>
        <w:rPr>
          <w:noProof/>
        </w:rPr>
        <w:pict>
          <v:oval id="_x0000_s1124" style="position:absolute;left:0;text-align:left;margin-left:237pt;margin-top:7.35pt;width:105pt;height:54pt;z-index:251662848">
            <v:textbox>
              <w:txbxContent>
                <w:p w:rsidR="00243B09" w:rsidRDefault="00243B09">
                  <w:pPr>
                    <w:jc w:val="center"/>
                    <w:rPr>
                      <w:sz w:val="22"/>
                      <w:szCs w:val="22"/>
                    </w:rPr>
                  </w:pPr>
                  <w:r>
                    <w:rPr>
                      <w:sz w:val="22"/>
                      <w:szCs w:val="22"/>
                    </w:rPr>
                    <w:t>Mutant</w:t>
                  </w:r>
                </w:p>
                <w:p w:rsidR="00243B09" w:rsidRDefault="00243B09">
                  <w:pPr>
                    <w:jc w:val="center"/>
                    <w:rPr>
                      <w:sz w:val="18"/>
                      <w:szCs w:val="18"/>
                    </w:rPr>
                  </w:pPr>
                </w:p>
                <w:p w:rsidR="00243B09" w:rsidRDefault="00243B09">
                  <w:pPr>
                    <w:jc w:val="center"/>
                    <w:rPr>
                      <w:sz w:val="18"/>
                      <w:szCs w:val="18"/>
                    </w:rPr>
                  </w:pPr>
                  <w:r>
                    <w:rPr>
                      <w:sz w:val="18"/>
                      <w:szCs w:val="18"/>
                    </w:rPr>
                    <w:t>Theresa Breslin</w:t>
                  </w:r>
                </w:p>
                <w:p w:rsidR="00243B09" w:rsidRDefault="00243B09">
                  <w:pPr>
                    <w:jc w:val="center"/>
                    <w:rPr>
                      <w:sz w:val="20"/>
                      <w:szCs w:val="20"/>
                    </w:rPr>
                  </w:pPr>
                </w:p>
              </w:txbxContent>
            </v:textbox>
          </v:oval>
        </w:pict>
      </w:r>
      <w:r>
        <w:rPr>
          <w:noProof/>
        </w:rPr>
        <w:pict>
          <v:oval id="_x0000_s1125" style="position:absolute;left:0;text-align:left;margin-left:120pt;margin-top:7.35pt;width:105pt;height:54pt;z-index:251661824">
            <v:textbox>
              <w:txbxContent>
                <w:p w:rsidR="00243B09" w:rsidRDefault="00243B09">
                  <w:pPr>
                    <w:jc w:val="center"/>
                    <w:rPr>
                      <w:sz w:val="20"/>
                      <w:szCs w:val="20"/>
                    </w:rPr>
                  </w:pPr>
                  <w:r>
                    <w:rPr>
                      <w:sz w:val="20"/>
                      <w:szCs w:val="20"/>
                    </w:rPr>
                    <w:t>Comics</w:t>
                  </w:r>
                </w:p>
                <w:p w:rsidR="00243B09" w:rsidRDefault="00243B09">
                  <w:pPr>
                    <w:jc w:val="center"/>
                    <w:rPr>
                      <w:sz w:val="20"/>
                      <w:szCs w:val="20"/>
                    </w:rPr>
                  </w:pPr>
                </w:p>
                <w:p w:rsidR="00243B09" w:rsidRDefault="00243B09">
                  <w:pPr>
                    <w:jc w:val="center"/>
                    <w:rPr>
                      <w:sz w:val="20"/>
                      <w:szCs w:val="20"/>
                    </w:rPr>
                  </w:pPr>
                  <w:r>
                    <w:rPr>
                      <w:sz w:val="20"/>
                      <w:szCs w:val="20"/>
                    </w:rPr>
                    <w:t>Roger Hurn</w:t>
                  </w:r>
                </w:p>
              </w:txbxContent>
            </v:textbox>
          </v:oval>
        </w:pict>
      </w:r>
    </w:p>
    <w:p w:rsidR="00243B09" w:rsidRDefault="00243B09"/>
    <w:p w:rsidR="00243B09" w:rsidRDefault="00243B09"/>
    <w:p w:rsidR="00243B09" w:rsidRDefault="00243B09"/>
    <w:p w:rsidR="00243B09" w:rsidRDefault="00243B09">
      <w:r>
        <w:rPr>
          <w:noProof/>
        </w:rPr>
        <w:pict>
          <v:oval id="_x0000_s1126" style="position:absolute;margin-left:117pt;margin-top:12.35pt;width:107.4pt;height:64.2pt;z-index:251665920">
            <v:textbox>
              <w:txbxContent>
                <w:p w:rsidR="00243B09" w:rsidRDefault="00243B09">
                  <w:pPr>
                    <w:ind w:left="-180" w:right="-135"/>
                    <w:jc w:val="center"/>
                    <w:rPr>
                      <w:sz w:val="18"/>
                      <w:szCs w:val="18"/>
                    </w:rPr>
                  </w:pPr>
                  <w:r>
                    <w:rPr>
                      <w:sz w:val="18"/>
                      <w:szCs w:val="18"/>
                    </w:rPr>
                    <w:t>I know what you did last Wednesday</w:t>
                  </w:r>
                </w:p>
                <w:p w:rsidR="00243B09" w:rsidRDefault="00243B09">
                  <w:pPr>
                    <w:jc w:val="center"/>
                    <w:rPr>
                      <w:sz w:val="18"/>
                      <w:szCs w:val="18"/>
                    </w:rPr>
                  </w:pPr>
                  <w:r>
                    <w:rPr>
                      <w:sz w:val="18"/>
                      <w:szCs w:val="18"/>
                    </w:rPr>
                    <w:t>Anthony Horowitz</w:t>
                  </w:r>
                </w:p>
                <w:p w:rsidR="00243B09" w:rsidRDefault="00243B09">
                  <w:pPr>
                    <w:rPr>
                      <w:szCs w:val="20"/>
                    </w:rPr>
                  </w:pPr>
                </w:p>
              </w:txbxContent>
            </v:textbox>
          </v:oval>
        </w:pict>
      </w:r>
    </w:p>
    <w:p w:rsidR="00243B09" w:rsidRDefault="00243B09">
      <w:r>
        <w:rPr>
          <w:noProof/>
        </w:rPr>
        <w:pict>
          <v:oval id="_x0000_s1127" style="position:absolute;margin-left:0;margin-top:7.55pt;width:105pt;height:62.5pt;z-index:251664896">
            <v:textbox>
              <w:txbxContent>
                <w:p w:rsidR="00243B09" w:rsidRDefault="00243B09">
                  <w:pPr>
                    <w:jc w:val="center"/>
                    <w:rPr>
                      <w:sz w:val="22"/>
                      <w:szCs w:val="22"/>
                    </w:rPr>
                  </w:pPr>
                  <w:r>
                    <w:rPr>
                      <w:sz w:val="22"/>
                      <w:szCs w:val="22"/>
                    </w:rPr>
                    <w:t>Blade</w:t>
                  </w:r>
                </w:p>
                <w:p w:rsidR="00243B09" w:rsidRDefault="00243B09">
                  <w:pPr>
                    <w:jc w:val="center"/>
                    <w:rPr>
                      <w:sz w:val="18"/>
                      <w:szCs w:val="18"/>
                    </w:rPr>
                  </w:pPr>
                </w:p>
                <w:p w:rsidR="00243B09" w:rsidRDefault="00243B09">
                  <w:pPr>
                    <w:jc w:val="center"/>
                    <w:rPr>
                      <w:sz w:val="20"/>
                      <w:szCs w:val="20"/>
                    </w:rPr>
                  </w:pPr>
                  <w:r>
                    <w:rPr>
                      <w:sz w:val="18"/>
                      <w:szCs w:val="18"/>
                    </w:rPr>
                    <w:t>Chris Powling</w:t>
                  </w:r>
                </w:p>
              </w:txbxContent>
            </v:textbox>
          </v:oval>
        </w:pict>
      </w:r>
      <w:r>
        <w:rPr>
          <w:noProof/>
        </w:rPr>
        <w:pict>
          <v:oval id="_x0000_s1128" style="position:absolute;margin-left:354pt;margin-top:8.05pt;width:105pt;height:54pt;z-index:251667968">
            <v:textbox>
              <w:txbxContent>
                <w:p w:rsidR="00243B09" w:rsidRDefault="00243B09">
                  <w:pPr>
                    <w:jc w:val="center"/>
                    <w:rPr>
                      <w:sz w:val="20"/>
                      <w:szCs w:val="20"/>
                    </w:rPr>
                  </w:pPr>
                  <w:r>
                    <w:rPr>
                      <w:sz w:val="20"/>
                      <w:szCs w:val="20"/>
                    </w:rPr>
                    <w:t>Judy Moody…</w:t>
                  </w:r>
                </w:p>
                <w:p w:rsidR="00243B09" w:rsidRDefault="00243B09">
                  <w:pPr>
                    <w:jc w:val="center"/>
                    <w:rPr>
                      <w:sz w:val="18"/>
                      <w:szCs w:val="18"/>
                    </w:rPr>
                  </w:pPr>
                  <w:r>
                    <w:rPr>
                      <w:sz w:val="18"/>
                      <w:szCs w:val="18"/>
                    </w:rPr>
                    <w:t>Megan Macdonald</w:t>
                  </w:r>
                </w:p>
                <w:p w:rsidR="00243B09" w:rsidRDefault="00243B09">
                  <w:pPr>
                    <w:jc w:val="center"/>
                    <w:rPr>
                      <w:sz w:val="20"/>
                      <w:szCs w:val="20"/>
                    </w:rPr>
                  </w:pPr>
                  <w:r>
                    <w:rPr>
                      <w:sz w:val="20"/>
                      <w:szCs w:val="20"/>
                    </w:rPr>
                    <w:t xml:space="preserve"> </w:t>
                  </w:r>
                </w:p>
              </w:txbxContent>
            </v:textbox>
          </v:oval>
        </w:pict>
      </w:r>
      <w:r>
        <w:rPr>
          <w:noProof/>
        </w:rPr>
        <w:pict>
          <v:oval id="_x0000_s1129" style="position:absolute;margin-left:237pt;margin-top:8.05pt;width:105pt;height:54pt;z-index:251666944">
            <v:textbox>
              <w:txbxContent>
                <w:p w:rsidR="00243B09" w:rsidRDefault="00243B09">
                  <w:pPr>
                    <w:jc w:val="center"/>
                    <w:rPr>
                      <w:sz w:val="22"/>
                      <w:szCs w:val="22"/>
                    </w:rPr>
                  </w:pPr>
                  <w:r>
                    <w:rPr>
                      <w:sz w:val="22"/>
                      <w:szCs w:val="22"/>
                    </w:rPr>
                    <w:t>Luck</w:t>
                  </w:r>
                </w:p>
                <w:p w:rsidR="00243B09" w:rsidRDefault="00243B09">
                  <w:pPr>
                    <w:jc w:val="center"/>
                    <w:rPr>
                      <w:sz w:val="18"/>
                      <w:szCs w:val="18"/>
                    </w:rPr>
                  </w:pPr>
                  <w:r>
                    <w:rPr>
                      <w:sz w:val="18"/>
                      <w:szCs w:val="18"/>
                    </w:rPr>
                    <w:t xml:space="preserve"> </w:t>
                  </w:r>
                </w:p>
                <w:p w:rsidR="00243B09" w:rsidRDefault="00243B09">
                  <w:pPr>
                    <w:jc w:val="center"/>
                    <w:rPr>
                      <w:sz w:val="18"/>
                      <w:szCs w:val="18"/>
                    </w:rPr>
                  </w:pPr>
                  <w:r>
                    <w:rPr>
                      <w:sz w:val="18"/>
                      <w:szCs w:val="18"/>
                    </w:rPr>
                    <w:t>Alison Prince</w:t>
                  </w:r>
                </w:p>
                <w:p w:rsidR="00243B09" w:rsidRDefault="00243B09">
                  <w:pPr>
                    <w:jc w:val="center"/>
                    <w:rPr>
                      <w:sz w:val="20"/>
                      <w:szCs w:val="20"/>
                    </w:rPr>
                  </w:pPr>
                </w:p>
              </w:txbxContent>
            </v:textbox>
          </v:oval>
        </w:pict>
      </w:r>
    </w:p>
    <w:p w:rsidR="00243B09" w:rsidRDefault="00243B09"/>
    <w:p w:rsidR="00243B09" w:rsidRDefault="00243B09"/>
    <w:p w:rsidR="00243B09" w:rsidRDefault="00243B09"/>
    <w:p w:rsidR="00243B09" w:rsidRDefault="00243B09"/>
    <w:p w:rsidR="00243B09" w:rsidRDefault="00243B09">
      <w:r>
        <w:rPr>
          <w:noProof/>
        </w:rPr>
        <w:pict>
          <v:oval id="_x0000_s1130" style="position:absolute;margin-left:236.1pt;margin-top:11.05pt;width:105.9pt;height:62.5pt;z-index:251671040">
            <v:textbox>
              <w:txbxContent>
                <w:p w:rsidR="00243B09" w:rsidRDefault="00243B09">
                  <w:pPr>
                    <w:ind w:right="-165" w:hanging="180"/>
                    <w:jc w:val="center"/>
                  </w:pPr>
                  <w:r>
                    <w:t>Falling Awake</w:t>
                  </w:r>
                </w:p>
                <w:p w:rsidR="00243B09" w:rsidRDefault="00243B09">
                  <w:pPr>
                    <w:rPr>
                      <w:sz w:val="20"/>
                      <w:szCs w:val="20"/>
                    </w:rPr>
                  </w:pPr>
                </w:p>
                <w:p w:rsidR="00243B09" w:rsidRDefault="00243B09">
                  <w:pPr>
                    <w:jc w:val="center"/>
                    <w:rPr>
                      <w:sz w:val="20"/>
                      <w:szCs w:val="20"/>
                    </w:rPr>
                  </w:pPr>
                  <w:r>
                    <w:rPr>
                      <w:sz w:val="20"/>
                      <w:szCs w:val="20"/>
                    </w:rPr>
                    <w:t>Viv French</w:t>
                  </w:r>
                </w:p>
                <w:p w:rsidR="00243B09" w:rsidRDefault="00243B09">
                  <w:pPr>
                    <w:jc w:val="center"/>
                    <w:rPr>
                      <w:sz w:val="20"/>
                      <w:szCs w:val="20"/>
                    </w:rPr>
                  </w:pPr>
                </w:p>
              </w:txbxContent>
            </v:textbox>
          </v:oval>
        </w:pict>
      </w:r>
      <w:r>
        <w:rPr>
          <w:noProof/>
        </w:rPr>
        <w:pict>
          <v:oval id="_x0000_s1131" style="position:absolute;margin-left:5in;margin-top:11.05pt;width:108pt;height:62.5pt;z-index:251672064">
            <v:textbox>
              <w:txbxContent>
                <w:p w:rsidR="00243B09" w:rsidRDefault="00243B09">
                  <w:pPr>
                    <w:jc w:val="center"/>
                    <w:rPr>
                      <w:sz w:val="20"/>
                      <w:szCs w:val="20"/>
                    </w:rPr>
                  </w:pPr>
                  <w:r>
                    <w:rPr>
                      <w:sz w:val="20"/>
                      <w:szCs w:val="20"/>
                    </w:rPr>
                    <w:t>Traitor’s Gate</w:t>
                  </w:r>
                </w:p>
                <w:p w:rsidR="00243B09" w:rsidRDefault="00243B09">
                  <w:pPr>
                    <w:jc w:val="center"/>
                    <w:rPr>
                      <w:sz w:val="20"/>
                      <w:szCs w:val="20"/>
                    </w:rPr>
                  </w:pPr>
                  <w:r>
                    <w:rPr>
                      <w:sz w:val="20"/>
                      <w:szCs w:val="20"/>
                    </w:rPr>
                    <w:t>Catherine MacPhail</w:t>
                  </w:r>
                </w:p>
              </w:txbxContent>
            </v:textbox>
          </v:oval>
        </w:pict>
      </w:r>
      <w:r>
        <w:rPr>
          <w:noProof/>
        </w:rPr>
        <w:pict>
          <v:oval id="_x0000_s1132" style="position:absolute;margin-left:120pt;margin-top:9.7pt;width:105pt;height:63.25pt;z-index:251670016">
            <v:textbox>
              <w:txbxContent>
                <w:p w:rsidR="00243B09" w:rsidRDefault="00243B09">
                  <w:pPr>
                    <w:jc w:val="center"/>
                    <w:rPr>
                      <w:sz w:val="22"/>
                      <w:szCs w:val="22"/>
                    </w:rPr>
                  </w:pPr>
                  <w:r>
                    <w:rPr>
                      <w:sz w:val="22"/>
                      <w:szCs w:val="22"/>
                    </w:rPr>
                    <w:t>Magic Mates in Hollywood</w:t>
                  </w:r>
                </w:p>
                <w:p w:rsidR="00243B09" w:rsidRDefault="00243B09">
                  <w:pPr>
                    <w:ind w:left="-180"/>
                    <w:jc w:val="center"/>
                    <w:rPr>
                      <w:sz w:val="22"/>
                      <w:szCs w:val="22"/>
                    </w:rPr>
                  </w:pPr>
                  <w:r>
                    <w:rPr>
                      <w:sz w:val="22"/>
                      <w:szCs w:val="22"/>
                    </w:rPr>
                    <w:t>Jane West</w:t>
                  </w:r>
                </w:p>
                <w:p w:rsidR="00243B09" w:rsidRDefault="00243B09">
                  <w:pPr>
                    <w:jc w:val="center"/>
                    <w:rPr>
                      <w:sz w:val="20"/>
                      <w:szCs w:val="20"/>
                    </w:rPr>
                  </w:pPr>
                </w:p>
              </w:txbxContent>
            </v:textbox>
          </v:oval>
        </w:pict>
      </w:r>
      <w:r>
        <w:rPr>
          <w:noProof/>
        </w:rPr>
        <w:pict>
          <v:oval id="_x0000_s1133" style="position:absolute;margin-left:3pt;margin-top:11.05pt;width:105pt;height:54pt;z-index:251668992">
            <v:textbox>
              <w:txbxContent>
                <w:p w:rsidR="00243B09" w:rsidRDefault="00243B09">
                  <w:pPr>
                    <w:jc w:val="center"/>
                    <w:rPr>
                      <w:sz w:val="22"/>
                      <w:szCs w:val="22"/>
                    </w:rPr>
                  </w:pPr>
                  <w:r>
                    <w:rPr>
                      <w:sz w:val="22"/>
                      <w:szCs w:val="22"/>
                    </w:rPr>
                    <w:t xml:space="preserve">Football </w:t>
                  </w:r>
                </w:p>
                <w:p w:rsidR="00243B09" w:rsidRDefault="00243B09">
                  <w:pPr>
                    <w:jc w:val="center"/>
                    <w:rPr>
                      <w:sz w:val="16"/>
                      <w:szCs w:val="16"/>
                    </w:rPr>
                  </w:pPr>
                </w:p>
                <w:p w:rsidR="00243B09" w:rsidRDefault="00243B09">
                  <w:pPr>
                    <w:jc w:val="center"/>
                    <w:rPr>
                      <w:sz w:val="20"/>
                      <w:szCs w:val="20"/>
                    </w:rPr>
                  </w:pPr>
                  <w:r>
                    <w:rPr>
                      <w:sz w:val="20"/>
                      <w:szCs w:val="20"/>
                    </w:rPr>
                    <w:t>David Orme</w:t>
                  </w:r>
                </w:p>
              </w:txbxContent>
            </v:textbox>
          </v:oval>
        </w:pict>
      </w:r>
    </w:p>
    <w:p w:rsidR="00243B09" w:rsidRDefault="00243B09"/>
    <w:p w:rsidR="00243B09" w:rsidRDefault="00243B09"/>
    <w:p w:rsidR="00243B09" w:rsidRDefault="00243B09"/>
    <w:p w:rsidR="00243B09" w:rsidRDefault="00243B09"/>
    <w:p w:rsidR="00243B09" w:rsidRDefault="00243B09"/>
    <w:p w:rsidR="00243B09" w:rsidRDefault="00243B09">
      <w:r>
        <w:rPr>
          <w:noProof/>
        </w:rPr>
        <w:pict>
          <v:oval id="_x0000_s1134" style="position:absolute;margin-left:237pt;margin-top:.25pt;width:105pt;height:62.5pt;z-index:251675136">
            <v:textbox>
              <w:txbxContent>
                <w:p w:rsidR="00243B09" w:rsidRDefault="00243B09">
                  <w:pPr>
                    <w:jc w:val="center"/>
                    <w:rPr>
                      <w:sz w:val="22"/>
                      <w:szCs w:val="22"/>
                    </w:rPr>
                  </w:pPr>
                  <w:r>
                    <w:rPr>
                      <w:sz w:val="22"/>
                      <w:szCs w:val="22"/>
                    </w:rPr>
                    <w:t>Off-side</w:t>
                  </w:r>
                </w:p>
                <w:p w:rsidR="00243B09" w:rsidRDefault="00243B09">
                  <w:pPr>
                    <w:jc w:val="center"/>
                    <w:rPr>
                      <w:sz w:val="22"/>
                      <w:szCs w:val="22"/>
                    </w:rPr>
                  </w:pPr>
                  <w:r>
                    <w:rPr>
                      <w:sz w:val="22"/>
                      <w:szCs w:val="22"/>
                    </w:rPr>
                    <w:t>Jenny Oldfield</w:t>
                  </w:r>
                </w:p>
                <w:p w:rsidR="00243B09" w:rsidRDefault="00243B09">
                  <w:pPr>
                    <w:jc w:val="center"/>
                    <w:rPr>
                      <w:sz w:val="20"/>
                      <w:szCs w:val="20"/>
                    </w:rPr>
                  </w:pPr>
                </w:p>
              </w:txbxContent>
            </v:textbox>
          </v:oval>
        </w:pict>
      </w:r>
      <w:r>
        <w:rPr>
          <w:noProof/>
        </w:rPr>
        <w:pict>
          <v:oval id="_x0000_s1135" style="position:absolute;margin-left:5in;margin-top:.25pt;width:108pt;height:62.5pt;z-index:251676160">
            <v:textbox>
              <w:txbxContent>
                <w:p w:rsidR="00243B09" w:rsidRDefault="00243B09">
                  <w:pPr>
                    <w:jc w:val="center"/>
                    <w:rPr>
                      <w:sz w:val="22"/>
                      <w:szCs w:val="22"/>
                    </w:rPr>
                  </w:pPr>
                  <w:r>
                    <w:rPr>
                      <w:sz w:val="22"/>
                      <w:szCs w:val="22"/>
                    </w:rPr>
                    <w:t>The Boss</w:t>
                  </w:r>
                </w:p>
                <w:p w:rsidR="00243B09" w:rsidRDefault="00243B09">
                  <w:pPr>
                    <w:jc w:val="center"/>
                    <w:rPr>
                      <w:sz w:val="22"/>
                      <w:szCs w:val="22"/>
                    </w:rPr>
                  </w:pPr>
                </w:p>
                <w:p w:rsidR="00243B09" w:rsidRDefault="00243B09">
                  <w:pPr>
                    <w:jc w:val="center"/>
                    <w:rPr>
                      <w:sz w:val="22"/>
                      <w:szCs w:val="22"/>
                    </w:rPr>
                  </w:pPr>
                  <w:r>
                    <w:rPr>
                      <w:sz w:val="22"/>
                      <w:szCs w:val="22"/>
                    </w:rPr>
                    <w:t>Pete Guppy</w:t>
                  </w:r>
                </w:p>
                <w:p w:rsidR="00243B09" w:rsidRDefault="00243B09">
                  <w:pPr>
                    <w:rPr>
                      <w:sz w:val="20"/>
                      <w:szCs w:val="20"/>
                    </w:rPr>
                  </w:pPr>
                </w:p>
              </w:txbxContent>
            </v:textbox>
          </v:oval>
        </w:pict>
      </w:r>
      <w:r>
        <w:rPr>
          <w:noProof/>
        </w:rPr>
        <w:pict>
          <v:oval id="_x0000_s1136" style="position:absolute;margin-left:120pt;margin-top:.25pt;width:105pt;height:54pt;z-index:251674112">
            <v:textbox>
              <w:txbxContent>
                <w:p w:rsidR="00243B09" w:rsidRDefault="00243B09">
                  <w:pPr>
                    <w:jc w:val="center"/>
                    <w:rPr>
                      <w:sz w:val="22"/>
                      <w:szCs w:val="22"/>
                    </w:rPr>
                  </w:pPr>
                  <w:r>
                    <w:rPr>
                      <w:sz w:val="22"/>
                      <w:szCs w:val="22"/>
                    </w:rPr>
                    <w:t>Dark Candle</w:t>
                  </w:r>
                </w:p>
                <w:p w:rsidR="00243B09" w:rsidRDefault="00243B09">
                  <w:pPr>
                    <w:jc w:val="center"/>
                    <w:rPr>
                      <w:sz w:val="16"/>
                      <w:szCs w:val="16"/>
                    </w:rPr>
                  </w:pPr>
                </w:p>
                <w:p w:rsidR="00243B09" w:rsidRDefault="00243B09">
                  <w:pPr>
                    <w:jc w:val="center"/>
                    <w:rPr>
                      <w:sz w:val="20"/>
                      <w:szCs w:val="20"/>
                    </w:rPr>
                  </w:pPr>
                  <w:r>
                    <w:rPr>
                      <w:sz w:val="20"/>
                      <w:szCs w:val="20"/>
                    </w:rPr>
                    <w:t>Peter Lancett</w:t>
                  </w:r>
                </w:p>
              </w:txbxContent>
            </v:textbox>
          </v:oval>
        </w:pict>
      </w:r>
      <w:r>
        <w:rPr>
          <w:noProof/>
        </w:rPr>
        <w:pict>
          <v:oval id="_x0000_s1137" style="position:absolute;margin-left:3pt;margin-top:.25pt;width:105pt;height:54pt;z-index:251673088">
            <v:textbox>
              <w:txbxContent>
                <w:p w:rsidR="00243B09" w:rsidRDefault="00243B09">
                  <w:pPr>
                    <w:jc w:val="center"/>
                    <w:rPr>
                      <w:sz w:val="20"/>
                      <w:szCs w:val="20"/>
                    </w:rPr>
                  </w:pPr>
                  <w:r>
                    <w:rPr>
                      <w:sz w:val="20"/>
                      <w:szCs w:val="20"/>
                    </w:rPr>
                    <w:t>Horrid Henry</w:t>
                  </w:r>
                </w:p>
                <w:p w:rsidR="00243B09" w:rsidRDefault="00243B09">
                  <w:pPr>
                    <w:jc w:val="center"/>
                    <w:rPr>
                      <w:sz w:val="20"/>
                      <w:szCs w:val="20"/>
                    </w:rPr>
                  </w:pPr>
                  <w:r>
                    <w:rPr>
                      <w:sz w:val="20"/>
                      <w:szCs w:val="20"/>
                    </w:rPr>
                    <w:t>Francesca Simon</w:t>
                  </w:r>
                </w:p>
                <w:p w:rsidR="00243B09" w:rsidRDefault="00243B09">
                  <w:pPr>
                    <w:jc w:val="center"/>
                    <w:rPr>
                      <w:sz w:val="20"/>
                      <w:szCs w:val="20"/>
                    </w:rPr>
                  </w:pPr>
                </w:p>
              </w:txbxContent>
            </v:textbox>
          </v:oval>
        </w:pict>
      </w:r>
    </w:p>
    <w:p w:rsidR="00243B09" w:rsidRDefault="00243B09"/>
    <w:p w:rsidR="00243B09" w:rsidRDefault="00243B09"/>
    <w:p w:rsidR="00243B09" w:rsidRDefault="00243B09"/>
    <w:p w:rsidR="00243B09" w:rsidRDefault="00243B09"/>
    <w:p w:rsidR="00243B09" w:rsidRDefault="00243B09"/>
    <w:p w:rsidR="00243B09" w:rsidRDefault="00243B09">
      <w:r>
        <w:rPr>
          <w:noProof/>
        </w:rPr>
        <w:pict>
          <v:shape id="_x0000_s1138" type="#_x0000_t202" style="position:absolute;margin-left:-18pt;margin-top:6.95pt;width:495pt;height:81pt;z-index:251659776" strokecolor="white">
            <v:textbox>
              <w:txbxContent>
                <w:p w:rsidR="00243B09" w:rsidRDefault="00243B09">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243B09" w:rsidRDefault="00243B09">
                  <w:pPr>
                    <w:rPr>
                      <w:szCs w:val="20"/>
                    </w:rPr>
                  </w:pPr>
                </w:p>
              </w:txbxContent>
            </v:textbox>
          </v:shape>
        </w:pict>
      </w:r>
    </w:p>
    <w:p w:rsidR="00243B09" w:rsidRDefault="00243B09"/>
    <w:p w:rsidR="00243B09" w:rsidRDefault="00243B09">
      <w:pPr>
        <w:rPr>
          <w:b/>
          <w:sz w:val="36"/>
          <w:szCs w:val="36"/>
          <w:u w:val="single"/>
        </w:rPr>
      </w:pPr>
      <w:r>
        <w:rPr>
          <w:b/>
          <w:sz w:val="36"/>
          <w:szCs w:val="36"/>
          <w:u w:val="single"/>
        </w:rPr>
        <w:t>CONNECT  FOUR</w:t>
      </w:r>
    </w:p>
    <w:p w:rsidR="00243B09" w:rsidRDefault="00243B09"/>
    <w:p w:rsidR="00243B09" w:rsidRDefault="00243B09">
      <w:pPr>
        <w:jc w:val="center"/>
      </w:pPr>
    </w:p>
    <w:p w:rsidR="00243B09" w:rsidRDefault="00243B09">
      <w:pPr>
        <w:jc w:val="center"/>
      </w:pPr>
    </w:p>
    <w:p w:rsidR="00243B09" w:rsidRDefault="00243B09">
      <w:pPr>
        <w:jc w:val="center"/>
      </w:pPr>
    </w:p>
    <w:p w:rsidR="00243B09" w:rsidRDefault="00243B09">
      <w:pPr>
        <w:jc w:val="center"/>
      </w:pPr>
    </w:p>
    <w:p w:rsidR="00243B09" w:rsidRDefault="00243B09">
      <w:pPr>
        <w:jc w:val="cente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January</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February</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March</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2"/>
          <w:szCs w:val="32"/>
        </w:rPr>
      </w:pPr>
    </w:p>
    <w:p w:rsidR="00243B09" w:rsidRDefault="00243B09">
      <w:pPr>
        <w:ind w:left="4320"/>
        <w:jc w:val="right"/>
        <w:rPr>
          <w:rFonts w:ascii="Comic Sans MS" w:hAnsi="Comic Sans MS"/>
          <w:sz w:val="32"/>
          <w:szCs w:val="32"/>
        </w:rPr>
      </w:pPr>
      <w:r>
        <w:rPr>
          <w:noProof/>
        </w:rPr>
        <w:pict>
          <v:oval id="_x0000_s1139" style="position:absolute;left:0;text-align:left;margin-left:27pt;margin-top:36pt;width:98.95pt;height:81pt;z-index:251639296"/>
        </w:pict>
      </w:r>
      <w:r>
        <w:rPr>
          <w:rFonts w:ascii="Comic Sans MS" w:hAnsi="Comic Sans MS"/>
          <w:sz w:val="32"/>
          <w:szCs w:val="32"/>
        </w:rPr>
        <w:t>Don’t forget to write the title and author of your choices in the circles provided!</w:t>
      </w:r>
    </w:p>
    <w:p w:rsidR="00243B09" w:rsidRDefault="00243B09">
      <w:pPr>
        <w:rPr>
          <w:b/>
          <w:sz w:val="32"/>
          <w:szCs w:val="32"/>
        </w:rPr>
      </w:pPr>
    </w:p>
    <w:p w:rsidR="00243B09" w:rsidRDefault="00243B09">
      <w:r>
        <w:rPr>
          <w:noProof/>
        </w:rPr>
        <w:pict>
          <v:oval id="_x0000_s1140" style="position:absolute;margin-left:315pt;margin-top:174.65pt;width:98.95pt;height:81pt;z-index:251642368"/>
        </w:pict>
      </w:r>
      <w:r>
        <w:rPr>
          <w:noProof/>
        </w:rPr>
        <w:pict>
          <v:oval id="_x0000_s1141" style="position:absolute;margin-left:3in;margin-top:102.65pt;width:98.95pt;height:81pt;z-index:251641344"/>
        </w:pict>
      </w:r>
      <w:r>
        <w:rPr>
          <w:noProof/>
        </w:rPr>
        <w:pict>
          <v:oval id="_x0000_s1142" style="position:absolute;margin-left:117pt;margin-top:21.65pt;width:98.95pt;height:81pt;z-index:251640320"/>
        </w:pict>
      </w:r>
    </w:p>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 w:rsidR="00243B09" w:rsidRDefault="00243B09">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243B09" w:rsidRDefault="00243B09">
      <w:pPr>
        <w:tabs>
          <w:tab w:val="left" w:pos="7260"/>
        </w:tabs>
        <w:jc w:val="center"/>
      </w:pPr>
    </w:p>
    <w:p w:rsidR="00243B09" w:rsidRDefault="00243B09">
      <w:pPr>
        <w:tabs>
          <w:tab w:val="left" w:pos="7260"/>
        </w:tabs>
        <w:jc w:val="center"/>
      </w:pPr>
    </w:p>
    <w:p w:rsidR="00243B09" w:rsidRDefault="00243B09">
      <w:pPr>
        <w:tabs>
          <w:tab w:val="left" w:pos="7260"/>
        </w:tabs>
        <w:jc w:val="center"/>
      </w:pPr>
    </w:p>
    <w:p w:rsidR="00243B09" w:rsidRDefault="00243B09">
      <w:pPr>
        <w:tabs>
          <w:tab w:val="left" w:pos="7260"/>
        </w:tabs>
      </w:pPr>
    </w:p>
    <w:p w:rsidR="00243B09" w:rsidRDefault="00243B09">
      <w:pPr>
        <w:tabs>
          <w:tab w:val="left" w:pos="7260"/>
        </w:tabs>
        <w:jc w:val="center"/>
        <w:rPr>
          <w:b/>
          <w:sz w:val="40"/>
          <w:szCs w:val="40"/>
        </w:rPr>
      </w:pPr>
      <w:r>
        <w:rPr>
          <w:b/>
          <w:sz w:val="40"/>
          <w:szCs w:val="40"/>
        </w:rPr>
        <w:t>For Term 3</w:t>
      </w:r>
    </w:p>
    <w:p w:rsidR="00243B09" w:rsidRDefault="00243B09">
      <w:pPr>
        <w:tabs>
          <w:tab w:val="left" w:pos="7260"/>
        </w:tabs>
        <w:jc w:val="center"/>
        <w:rPr>
          <w:b/>
          <w:sz w:val="40"/>
          <w:szCs w:val="40"/>
        </w:rPr>
      </w:pPr>
    </w:p>
    <w:p w:rsidR="00243B09" w:rsidRDefault="00243B09">
      <w:pPr>
        <w:tabs>
          <w:tab w:val="left" w:pos="7260"/>
        </w:tabs>
        <w:jc w:val="center"/>
        <w:rPr>
          <w:b/>
          <w:sz w:val="40"/>
          <w:szCs w:val="40"/>
        </w:rPr>
      </w:pPr>
      <w:r>
        <w:rPr>
          <w:b/>
          <w:sz w:val="40"/>
          <w:szCs w:val="40"/>
        </w:rPr>
        <w:t>You can pick any 4 books you want – within your reading range</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April</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2"/>
          <w:szCs w:val="32"/>
        </w:rPr>
      </w:pP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May</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rPr>
          <w:b/>
          <w:sz w:val="32"/>
          <w:szCs w:val="32"/>
        </w:rPr>
      </w:pPr>
      <w:r>
        <w:rPr>
          <w:b/>
          <w:sz w:val="32"/>
          <w:szCs w:val="32"/>
        </w:rPr>
        <w:t>Pupil Reading Reflection Sheet:</w:t>
      </w:r>
    </w:p>
    <w:p w:rsidR="00243B09" w:rsidRDefault="00243B09">
      <w:pPr>
        <w:rPr>
          <w:b/>
          <w:sz w:val="32"/>
          <w:szCs w:val="32"/>
        </w:rPr>
      </w:pPr>
    </w:p>
    <w:p w:rsidR="00243B09" w:rsidRDefault="00243B09">
      <w:pPr>
        <w:rPr>
          <w:b/>
          <w:sz w:val="32"/>
          <w:szCs w:val="32"/>
        </w:rPr>
      </w:pPr>
      <w:r>
        <w:rPr>
          <w:b/>
          <w:sz w:val="32"/>
          <w:szCs w:val="32"/>
        </w:rPr>
        <w:t>June</w:t>
      </w:r>
    </w:p>
    <w:p w:rsidR="00243B09" w:rsidRDefault="00243B09"/>
    <w:p w:rsidR="00243B09" w:rsidRDefault="00243B09">
      <w:r>
        <w:t>How much time have you spent reading this month?</w:t>
      </w:r>
    </w:p>
    <w:p w:rsidR="00243B09" w:rsidRDefault="00243B09"/>
    <w:p w:rsidR="00243B09" w:rsidRDefault="00243B09">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243B09" w:rsidRDefault="00243B09">
      <w:pPr>
        <w:rPr>
          <w:b/>
        </w:rPr>
      </w:pPr>
    </w:p>
    <w:p w:rsidR="00243B09" w:rsidRDefault="00243B09">
      <w:r>
        <w:t>How many books have you read this month?</w:t>
      </w:r>
    </w:p>
    <w:p w:rsidR="00243B09" w:rsidRDefault="00243B09"/>
    <w:p w:rsidR="00243B09" w:rsidRDefault="00243B09">
      <w:pPr>
        <w:rPr>
          <w:b/>
        </w:rPr>
      </w:pPr>
      <w:r>
        <w:rPr>
          <w:b/>
        </w:rPr>
        <w:t>1 book</w:t>
      </w:r>
      <w:r>
        <w:rPr>
          <w:b/>
        </w:rPr>
        <w:tab/>
      </w:r>
      <w:r>
        <w:rPr>
          <w:b/>
        </w:rPr>
        <w:tab/>
        <w:t>2 books</w:t>
      </w:r>
      <w:r>
        <w:rPr>
          <w:b/>
        </w:rPr>
        <w:tab/>
        <w:t>3 books</w:t>
      </w:r>
      <w:r>
        <w:rPr>
          <w:b/>
        </w:rPr>
        <w:tab/>
        <w:t>4 books</w:t>
      </w:r>
      <w:r>
        <w:rPr>
          <w:b/>
        </w:rPr>
        <w:tab/>
        <w:t>5 books</w:t>
      </w:r>
      <w:r>
        <w:rPr>
          <w:b/>
        </w:rPr>
        <w:tab/>
        <w:t>6 + books</w:t>
      </w:r>
    </w:p>
    <w:p w:rsidR="00243B09" w:rsidRDefault="00243B09">
      <w:pPr>
        <w:rPr>
          <w:b/>
        </w:rPr>
      </w:pPr>
    </w:p>
    <w:p w:rsidR="00243B09" w:rsidRDefault="00243B09">
      <w:r>
        <w:t>How many points have earned this month?</w:t>
      </w:r>
      <w:r>
        <w:tab/>
        <w:t>__________</w:t>
      </w:r>
    </w:p>
    <w:p w:rsidR="00243B09" w:rsidRDefault="00243B09"/>
    <w:p w:rsidR="00243B09" w:rsidRDefault="00243B09">
      <w:r>
        <w:t>Do you think this number of points was the best you could have achieved?</w:t>
      </w:r>
    </w:p>
    <w:p w:rsidR="00243B09" w:rsidRDefault="00243B09"/>
    <w:p w:rsidR="00243B09" w:rsidRDefault="00243B09">
      <w:pPr>
        <w:rPr>
          <w:b/>
        </w:rPr>
      </w:pPr>
      <w:r>
        <w:rPr>
          <w:b/>
        </w:rPr>
        <w:t>Yes</w:t>
      </w:r>
      <w:r>
        <w:rPr>
          <w:b/>
        </w:rPr>
        <w:tab/>
        <w:t>No</w:t>
      </w:r>
    </w:p>
    <w:p w:rsidR="00243B09" w:rsidRDefault="00243B09"/>
    <w:p w:rsidR="00243B09" w:rsidRDefault="00243B09">
      <w:r>
        <w:t>Where are you currently placed in the overall points positions of the class? ________</w:t>
      </w:r>
    </w:p>
    <w:p w:rsidR="00243B09" w:rsidRDefault="00243B09"/>
    <w:p w:rsidR="00243B09" w:rsidRDefault="00243B09"/>
    <w:p w:rsidR="00243B09" w:rsidRDefault="00243B09"/>
    <w:p w:rsidR="00243B09" w:rsidRDefault="00243B09">
      <w:r>
        <w:t>Who is your favourite character this month and why?</w:t>
      </w:r>
    </w:p>
    <w:p w:rsidR="00243B09" w:rsidRDefault="00243B09"/>
    <w:p w:rsidR="00243B09" w:rsidRDefault="00243B09"/>
    <w:p w:rsidR="00243B09" w:rsidRDefault="00243B09"/>
    <w:p w:rsidR="00243B09" w:rsidRDefault="00243B09"/>
    <w:p w:rsidR="00243B09" w:rsidRDefault="00243B09">
      <w:r>
        <w:t>What was your favourite book this month and why?</w:t>
      </w:r>
    </w:p>
    <w:p w:rsidR="00243B09" w:rsidRDefault="00243B09"/>
    <w:p w:rsidR="00243B09" w:rsidRDefault="00243B09"/>
    <w:p w:rsidR="00243B09" w:rsidRDefault="00243B09"/>
    <w:p w:rsidR="00243B09" w:rsidRDefault="00243B09"/>
    <w:p w:rsidR="00243B09" w:rsidRDefault="00243B09"/>
    <w:p w:rsidR="00243B09" w:rsidRDefault="00243B09">
      <w:r>
        <w:t>What was your least favourite book this month and why?</w:t>
      </w:r>
    </w:p>
    <w:p w:rsidR="00243B09" w:rsidRDefault="00243B09"/>
    <w:p w:rsidR="00243B09" w:rsidRDefault="00243B09"/>
    <w:p w:rsidR="00243B09" w:rsidRDefault="00243B09"/>
    <w:p w:rsidR="00243B09" w:rsidRDefault="00243B09"/>
    <w:p w:rsidR="00243B09" w:rsidRDefault="00243B09">
      <w:pPr>
        <w:rPr>
          <w:b/>
          <w:sz w:val="28"/>
          <w:szCs w:val="28"/>
        </w:rPr>
      </w:pPr>
      <w:r>
        <w:rPr>
          <w:b/>
          <w:sz w:val="28"/>
          <w:szCs w:val="28"/>
        </w:rPr>
        <w:t>Parent Reading Reflection:</w:t>
      </w:r>
    </w:p>
    <w:p w:rsidR="00243B09" w:rsidRDefault="00243B09">
      <w:pPr>
        <w:rPr>
          <w:sz w:val="28"/>
          <w:szCs w:val="28"/>
        </w:rPr>
      </w:pPr>
    </w:p>
    <w:p w:rsidR="00243B09" w:rsidRDefault="00243B09">
      <w:r>
        <w:t>How many hours would you estimate your son/daughter has spent reading, including newspapers and magazines, this month?</w:t>
      </w:r>
    </w:p>
    <w:p w:rsidR="00243B09" w:rsidRDefault="00243B09">
      <w:pPr>
        <w:rPr>
          <w:sz w:val="28"/>
          <w:szCs w:val="28"/>
        </w:rPr>
      </w:pPr>
    </w:p>
    <w:p w:rsidR="00243B09" w:rsidRDefault="00243B09">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243B09" w:rsidRDefault="00243B09">
      <w:pPr>
        <w:rPr>
          <w:b/>
        </w:rPr>
      </w:pPr>
    </w:p>
    <w:p w:rsidR="00243B09" w:rsidRDefault="00243B09">
      <w:r>
        <w:t>Do you feel your son/daughter is progressing well with their reading?</w:t>
      </w:r>
    </w:p>
    <w:p w:rsidR="00243B09" w:rsidRDefault="00243B09"/>
    <w:p w:rsidR="00243B09" w:rsidRDefault="00243B09">
      <w:pPr>
        <w:rPr>
          <w:b/>
        </w:rPr>
      </w:pPr>
      <w:r>
        <w:rPr>
          <w:b/>
        </w:rPr>
        <w:t>Yes</w:t>
      </w:r>
    </w:p>
    <w:p w:rsidR="00243B09" w:rsidRDefault="00243B09"/>
    <w:p w:rsidR="00243B09" w:rsidRDefault="00243B09">
      <w:r>
        <w:rPr>
          <w:b/>
        </w:rPr>
        <w:t>No</w:t>
      </w:r>
      <w:r>
        <w:t>- What aspect is concerning you? _______________________________________</w:t>
      </w:r>
    </w:p>
    <w:p w:rsidR="00243B09" w:rsidRDefault="00243B09">
      <w:pPr>
        <w:tabs>
          <w:tab w:val="left" w:pos="7260"/>
        </w:tabs>
        <w:rPr>
          <w:b/>
          <w:sz w:val="40"/>
          <w:szCs w:val="40"/>
        </w:rPr>
      </w:pPr>
    </w:p>
    <w:sectPr w:rsidR="00243B09" w:rsidSect="00C17A4C">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A4C"/>
    <w:rsid w:val="00015AE1"/>
    <w:rsid w:val="00243B09"/>
    <w:rsid w:val="002622BC"/>
    <w:rsid w:val="00421B65"/>
    <w:rsid w:val="00454EA8"/>
    <w:rsid w:val="00756C09"/>
    <w:rsid w:val="00C17A4C"/>
    <w:rsid w:val="00C6112A"/>
    <w:rsid w:val="00F0679B"/>
    <w:rsid w:val="00F1214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A4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54EA8"/>
    <w:rPr>
      <w:color w:val="0000FF"/>
      <w:u w:val="single"/>
    </w:rPr>
  </w:style>
</w:styles>
</file>

<file path=word/webSettings.xml><?xml version="1.0" encoding="utf-8"?>
<w:webSettings xmlns:r="http://schemas.openxmlformats.org/officeDocument/2006/relationships" xmlns:w="http://schemas.openxmlformats.org/wordprocessingml/2006/main">
  <w:divs>
    <w:div w:id="1689402330">
      <w:marLeft w:val="0"/>
      <w:marRight w:val="0"/>
      <w:marTop w:val="0"/>
      <w:marBottom w:val="0"/>
      <w:divBdr>
        <w:top w:val="none" w:sz="0" w:space="0" w:color="auto"/>
        <w:left w:val="none" w:sz="0" w:space="0" w:color="auto"/>
        <w:bottom w:val="none" w:sz="0" w:space="0" w:color="auto"/>
        <w:right w:val="none" w:sz="0" w:space="0" w:color="auto"/>
      </w:divBdr>
    </w:div>
    <w:div w:id="1689402331">
      <w:marLeft w:val="0"/>
      <w:marRight w:val="0"/>
      <w:marTop w:val="0"/>
      <w:marBottom w:val="0"/>
      <w:divBdr>
        <w:top w:val="none" w:sz="0" w:space="0" w:color="auto"/>
        <w:left w:val="none" w:sz="0" w:space="0" w:color="auto"/>
        <w:bottom w:val="none" w:sz="0" w:space="0" w:color="auto"/>
        <w:right w:val="none" w:sz="0" w:space="0" w:color="auto"/>
      </w:divBdr>
    </w:div>
    <w:div w:id="1689402332">
      <w:marLeft w:val="0"/>
      <w:marRight w:val="0"/>
      <w:marTop w:val="0"/>
      <w:marBottom w:val="0"/>
      <w:divBdr>
        <w:top w:val="none" w:sz="0" w:space="0" w:color="auto"/>
        <w:left w:val="none" w:sz="0" w:space="0" w:color="auto"/>
        <w:bottom w:val="none" w:sz="0" w:space="0" w:color="auto"/>
        <w:right w:val="none" w:sz="0" w:space="0" w:color="auto"/>
      </w:divBdr>
    </w:div>
    <w:div w:id="1689402333">
      <w:marLeft w:val="0"/>
      <w:marRight w:val="0"/>
      <w:marTop w:val="0"/>
      <w:marBottom w:val="0"/>
      <w:divBdr>
        <w:top w:val="none" w:sz="0" w:space="0" w:color="auto"/>
        <w:left w:val="none" w:sz="0" w:space="0" w:color="auto"/>
        <w:bottom w:val="none" w:sz="0" w:space="0" w:color="auto"/>
        <w:right w:val="none" w:sz="0" w:space="0" w:color="auto"/>
      </w:divBdr>
    </w:div>
    <w:div w:id="1689402334">
      <w:marLeft w:val="0"/>
      <w:marRight w:val="0"/>
      <w:marTop w:val="0"/>
      <w:marBottom w:val="0"/>
      <w:divBdr>
        <w:top w:val="none" w:sz="0" w:space="0" w:color="auto"/>
        <w:left w:val="none" w:sz="0" w:space="0" w:color="auto"/>
        <w:bottom w:val="none" w:sz="0" w:space="0" w:color="auto"/>
        <w:right w:val="none" w:sz="0" w:space="0" w:color="auto"/>
      </w:divBdr>
    </w:div>
    <w:div w:id="1689402335">
      <w:marLeft w:val="0"/>
      <w:marRight w:val="0"/>
      <w:marTop w:val="0"/>
      <w:marBottom w:val="0"/>
      <w:divBdr>
        <w:top w:val="none" w:sz="0" w:space="0" w:color="auto"/>
        <w:left w:val="none" w:sz="0" w:space="0" w:color="auto"/>
        <w:bottom w:val="none" w:sz="0" w:space="0" w:color="auto"/>
        <w:right w:val="none" w:sz="0" w:space="0" w:color="auto"/>
      </w:divBdr>
    </w:div>
    <w:div w:id="1689402336">
      <w:marLeft w:val="0"/>
      <w:marRight w:val="0"/>
      <w:marTop w:val="0"/>
      <w:marBottom w:val="0"/>
      <w:divBdr>
        <w:top w:val="none" w:sz="0" w:space="0" w:color="auto"/>
        <w:left w:val="none" w:sz="0" w:space="0" w:color="auto"/>
        <w:bottom w:val="none" w:sz="0" w:space="0" w:color="auto"/>
        <w:right w:val="none" w:sz="0" w:space="0" w:color="auto"/>
      </w:divBdr>
    </w:div>
    <w:div w:id="1689402337">
      <w:marLeft w:val="0"/>
      <w:marRight w:val="0"/>
      <w:marTop w:val="0"/>
      <w:marBottom w:val="0"/>
      <w:divBdr>
        <w:top w:val="none" w:sz="0" w:space="0" w:color="auto"/>
        <w:left w:val="none" w:sz="0" w:space="0" w:color="auto"/>
        <w:bottom w:val="none" w:sz="0" w:space="0" w:color="auto"/>
        <w:right w:val="none" w:sz="0" w:space="0" w:color="auto"/>
      </w:divBdr>
    </w:div>
    <w:div w:id="1689402338">
      <w:marLeft w:val="0"/>
      <w:marRight w:val="0"/>
      <w:marTop w:val="0"/>
      <w:marBottom w:val="0"/>
      <w:divBdr>
        <w:top w:val="none" w:sz="0" w:space="0" w:color="auto"/>
        <w:left w:val="none" w:sz="0" w:space="0" w:color="auto"/>
        <w:bottom w:val="none" w:sz="0" w:space="0" w:color="auto"/>
        <w:right w:val="none" w:sz="0" w:space="0" w:color="auto"/>
      </w:divBdr>
    </w:div>
    <w:div w:id="1689402339">
      <w:marLeft w:val="0"/>
      <w:marRight w:val="0"/>
      <w:marTop w:val="0"/>
      <w:marBottom w:val="0"/>
      <w:divBdr>
        <w:top w:val="none" w:sz="0" w:space="0" w:color="auto"/>
        <w:left w:val="none" w:sz="0" w:space="0" w:color="auto"/>
        <w:bottom w:val="none" w:sz="0" w:space="0" w:color="auto"/>
        <w:right w:val="none" w:sz="0" w:space="0" w:color="auto"/>
      </w:divBdr>
    </w:div>
    <w:div w:id="1689402340">
      <w:marLeft w:val="0"/>
      <w:marRight w:val="0"/>
      <w:marTop w:val="0"/>
      <w:marBottom w:val="0"/>
      <w:divBdr>
        <w:top w:val="none" w:sz="0" w:space="0" w:color="auto"/>
        <w:left w:val="none" w:sz="0" w:space="0" w:color="auto"/>
        <w:bottom w:val="none" w:sz="0" w:space="0" w:color="auto"/>
        <w:right w:val="none" w:sz="0" w:space="0" w:color="auto"/>
      </w:divBdr>
    </w:div>
    <w:div w:id="1689402341">
      <w:marLeft w:val="0"/>
      <w:marRight w:val="0"/>
      <w:marTop w:val="0"/>
      <w:marBottom w:val="0"/>
      <w:divBdr>
        <w:top w:val="none" w:sz="0" w:space="0" w:color="auto"/>
        <w:left w:val="none" w:sz="0" w:space="0" w:color="auto"/>
        <w:bottom w:val="none" w:sz="0" w:space="0" w:color="auto"/>
        <w:right w:val="none" w:sz="0" w:space="0" w:color="auto"/>
      </w:divBdr>
    </w:div>
    <w:div w:id="1689402342">
      <w:marLeft w:val="0"/>
      <w:marRight w:val="0"/>
      <w:marTop w:val="0"/>
      <w:marBottom w:val="0"/>
      <w:divBdr>
        <w:top w:val="none" w:sz="0" w:space="0" w:color="auto"/>
        <w:left w:val="none" w:sz="0" w:space="0" w:color="auto"/>
        <w:bottom w:val="none" w:sz="0" w:space="0" w:color="auto"/>
        <w:right w:val="none" w:sz="0" w:space="0" w:color="auto"/>
      </w:divBdr>
    </w:div>
    <w:div w:id="1689402343">
      <w:marLeft w:val="0"/>
      <w:marRight w:val="0"/>
      <w:marTop w:val="0"/>
      <w:marBottom w:val="0"/>
      <w:divBdr>
        <w:top w:val="none" w:sz="0" w:space="0" w:color="auto"/>
        <w:left w:val="none" w:sz="0" w:space="0" w:color="auto"/>
        <w:bottom w:val="none" w:sz="0" w:space="0" w:color="auto"/>
        <w:right w:val="none" w:sz="0" w:space="0" w:color="auto"/>
      </w:divBdr>
    </w:div>
    <w:div w:id="1689402344">
      <w:marLeft w:val="0"/>
      <w:marRight w:val="0"/>
      <w:marTop w:val="0"/>
      <w:marBottom w:val="0"/>
      <w:divBdr>
        <w:top w:val="none" w:sz="0" w:space="0" w:color="auto"/>
        <w:left w:val="none" w:sz="0" w:space="0" w:color="auto"/>
        <w:bottom w:val="none" w:sz="0" w:space="0" w:color="auto"/>
        <w:right w:val="none" w:sz="0" w:space="0" w:color="auto"/>
      </w:divBdr>
    </w:div>
    <w:div w:id="1689402345">
      <w:marLeft w:val="0"/>
      <w:marRight w:val="0"/>
      <w:marTop w:val="0"/>
      <w:marBottom w:val="0"/>
      <w:divBdr>
        <w:top w:val="none" w:sz="0" w:space="0" w:color="auto"/>
        <w:left w:val="none" w:sz="0" w:space="0" w:color="auto"/>
        <w:bottom w:val="none" w:sz="0" w:space="0" w:color="auto"/>
        <w:right w:val="none" w:sz="0" w:space="0" w:color="auto"/>
      </w:divBdr>
    </w:div>
    <w:div w:id="1689402346">
      <w:marLeft w:val="0"/>
      <w:marRight w:val="0"/>
      <w:marTop w:val="0"/>
      <w:marBottom w:val="0"/>
      <w:divBdr>
        <w:top w:val="none" w:sz="0" w:space="0" w:color="auto"/>
        <w:left w:val="none" w:sz="0" w:space="0" w:color="auto"/>
        <w:bottom w:val="none" w:sz="0" w:space="0" w:color="auto"/>
        <w:right w:val="none" w:sz="0" w:space="0" w:color="auto"/>
      </w:divBdr>
    </w:div>
    <w:div w:id="1689402347">
      <w:marLeft w:val="0"/>
      <w:marRight w:val="0"/>
      <w:marTop w:val="0"/>
      <w:marBottom w:val="0"/>
      <w:divBdr>
        <w:top w:val="none" w:sz="0" w:space="0" w:color="auto"/>
        <w:left w:val="none" w:sz="0" w:space="0" w:color="auto"/>
        <w:bottom w:val="none" w:sz="0" w:space="0" w:color="auto"/>
        <w:right w:val="none" w:sz="0" w:space="0" w:color="auto"/>
      </w:divBdr>
    </w:div>
    <w:div w:id="1689402348">
      <w:marLeft w:val="0"/>
      <w:marRight w:val="0"/>
      <w:marTop w:val="0"/>
      <w:marBottom w:val="0"/>
      <w:divBdr>
        <w:top w:val="none" w:sz="0" w:space="0" w:color="auto"/>
        <w:left w:val="none" w:sz="0" w:space="0" w:color="auto"/>
        <w:bottom w:val="none" w:sz="0" w:space="0" w:color="auto"/>
        <w:right w:val="none" w:sz="0" w:space="0" w:color="auto"/>
      </w:divBdr>
    </w:div>
    <w:div w:id="1689402349">
      <w:marLeft w:val="0"/>
      <w:marRight w:val="0"/>
      <w:marTop w:val="0"/>
      <w:marBottom w:val="0"/>
      <w:divBdr>
        <w:top w:val="none" w:sz="0" w:space="0" w:color="auto"/>
        <w:left w:val="none" w:sz="0" w:space="0" w:color="auto"/>
        <w:bottom w:val="none" w:sz="0" w:space="0" w:color="auto"/>
        <w:right w:val="none" w:sz="0" w:space="0" w:color="auto"/>
      </w:divBdr>
    </w:div>
    <w:div w:id="1689402350">
      <w:marLeft w:val="0"/>
      <w:marRight w:val="0"/>
      <w:marTop w:val="0"/>
      <w:marBottom w:val="0"/>
      <w:divBdr>
        <w:top w:val="none" w:sz="0" w:space="0" w:color="auto"/>
        <w:left w:val="none" w:sz="0" w:space="0" w:color="auto"/>
        <w:bottom w:val="none" w:sz="0" w:space="0" w:color="auto"/>
        <w:right w:val="none" w:sz="0" w:space="0" w:color="auto"/>
      </w:divBdr>
    </w:div>
    <w:div w:id="1689402351">
      <w:marLeft w:val="0"/>
      <w:marRight w:val="0"/>
      <w:marTop w:val="0"/>
      <w:marBottom w:val="0"/>
      <w:divBdr>
        <w:top w:val="none" w:sz="0" w:space="0" w:color="auto"/>
        <w:left w:val="none" w:sz="0" w:space="0" w:color="auto"/>
        <w:bottom w:val="none" w:sz="0" w:space="0" w:color="auto"/>
        <w:right w:val="none" w:sz="0" w:space="0" w:color="auto"/>
      </w:divBdr>
    </w:div>
    <w:div w:id="1689402352">
      <w:marLeft w:val="0"/>
      <w:marRight w:val="0"/>
      <w:marTop w:val="0"/>
      <w:marBottom w:val="0"/>
      <w:divBdr>
        <w:top w:val="none" w:sz="0" w:space="0" w:color="auto"/>
        <w:left w:val="none" w:sz="0" w:space="0" w:color="auto"/>
        <w:bottom w:val="none" w:sz="0" w:space="0" w:color="auto"/>
        <w:right w:val="none" w:sz="0" w:space="0" w:color="auto"/>
      </w:divBdr>
    </w:div>
    <w:div w:id="1689402353">
      <w:marLeft w:val="0"/>
      <w:marRight w:val="0"/>
      <w:marTop w:val="0"/>
      <w:marBottom w:val="0"/>
      <w:divBdr>
        <w:top w:val="none" w:sz="0" w:space="0" w:color="auto"/>
        <w:left w:val="none" w:sz="0" w:space="0" w:color="auto"/>
        <w:bottom w:val="none" w:sz="0" w:space="0" w:color="auto"/>
        <w:right w:val="none" w:sz="0" w:space="0" w:color="auto"/>
      </w:divBdr>
    </w:div>
    <w:div w:id="1689402354">
      <w:marLeft w:val="0"/>
      <w:marRight w:val="0"/>
      <w:marTop w:val="0"/>
      <w:marBottom w:val="0"/>
      <w:divBdr>
        <w:top w:val="none" w:sz="0" w:space="0" w:color="auto"/>
        <w:left w:val="none" w:sz="0" w:space="0" w:color="auto"/>
        <w:bottom w:val="none" w:sz="0" w:space="0" w:color="auto"/>
        <w:right w:val="none" w:sz="0" w:space="0" w:color="auto"/>
      </w:divBdr>
    </w:div>
    <w:div w:id="1689402355">
      <w:marLeft w:val="0"/>
      <w:marRight w:val="0"/>
      <w:marTop w:val="0"/>
      <w:marBottom w:val="0"/>
      <w:divBdr>
        <w:top w:val="none" w:sz="0" w:space="0" w:color="auto"/>
        <w:left w:val="none" w:sz="0" w:space="0" w:color="auto"/>
        <w:bottom w:val="none" w:sz="0" w:space="0" w:color="auto"/>
        <w:right w:val="none" w:sz="0" w:space="0" w:color="auto"/>
      </w:divBdr>
    </w:div>
    <w:div w:id="1689402356">
      <w:marLeft w:val="0"/>
      <w:marRight w:val="0"/>
      <w:marTop w:val="0"/>
      <w:marBottom w:val="0"/>
      <w:divBdr>
        <w:top w:val="none" w:sz="0" w:space="0" w:color="auto"/>
        <w:left w:val="none" w:sz="0" w:space="0" w:color="auto"/>
        <w:bottom w:val="none" w:sz="0" w:space="0" w:color="auto"/>
        <w:right w:val="none" w:sz="0" w:space="0" w:color="auto"/>
      </w:divBdr>
    </w:div>
    <w:div w:id="1689402357">
      <w:marLeft w:val="0"/>
      <w:marRight w:val="0"/>
      <w:marTop w:val="0"/>
      <w:marBottom w:val="0"/>
      <w:divBdr>
        <w:top w:val="none" w:sz="0" w:space="0" w:color="auto"/>
        <w:left w:val="none" w:sz="0" w:space="0" w:color="auto"/>
        <w:bottom w:val="none" w:sz="0" w:space="0" w:color="auto"/>
        <w:right w:val="none" w:sz="0" w:space="0" w:color="auto"/>
      </w:divBdr>
    </w:div>
    <w:div w:id="1689402358">
      <w:marLeft w:val="0"/>
      <w:marRight w:val="0"/>
      <w:marTop w:val="0"/>
      <w:marBottom w:val="0"/>
      <w:divBdr>
        <w:top w:val="none" w:sz="0" w:space="0" w:color="auto"/>
        <w:left w:val="none" w:sz="0" w:space="0" w:color="auto"/>
        <w:bottom w:val="none" w:sz="0" w:space="0" w:color="auto"/>
        <w:right w:val="none" w:sz="0" w:space="0" w:color="auto"/>
      </w:divBdr>
    </w:div>
    <w:div w:id="1689402359">
      <w:marLeft w:val="0"/>
      <w:marRight w:val="0"/>
      <w:marTop w:val="0"/>
      <w:marBottom w:val="0"/>
      <w:divBdr>
        <w:top w:val="none" w:sz="0" w:space="0" w:color="auto"/>
        <w:left w:val="none" w:sz="0" w:space="0" w:color="auto"/>
        <w:bottom w:val="none" w:sz="0" w:space="0" w:color="auto"/>
        <w:right w:val="none" w:sz="0" w:space="0" w:color="auto"/>
      </w:divBdr>
    </w:div>
    <w:div w:id="1689402360">
      <w:marLeft w:val="0"/>
      <w:marRight w:val="0"/>
      <w:marTop w:val="0"/>
      <w:marBottom w:val="0"/>
      <w:divBdr>
        <w:top w:val="none" w:sz="0" w:space="0" w:color="auto"/>
        <w:left w:val="none" w:sz="0" w:space="0" w:color="auto"/>
        <w:bottom w:val="none" w:sz="0" w:space="0" w:color="auto"/>
        <w:right w:val="none" w:sz="0" w:space="0" w:color="auto"/>
      </w:divBdr>
    </w:div>
    <w:div w:id="1689402361">
      <w:marLeft w:val="0"/>
      <w:marRight w:val="0"/>
      <w:marTop w:val="0"/>
      <w:marBottom w:val="0"/>
      <w:divBdr>
        <w:top w:val="none" w:sz="0" w:space="0" w:color="auto"/>
        <w:left w:val="none" w:sz="0" w:space="0" w:color="auto"/>
        <w:bottom w:val="none" w:sz="0" w:space="0" w:color="auto"/>
        <w:right w:val="none" w:sz="0" w:space="0" w:color="auto"/>
      </w:divBdr>
    </w:div>
    <w:div w:id="1689402362">
      <w:marLeft w:val="0"/>
      <w:marRight w:val="0"/>
      <w:marTop w:val="0"/>
      <w:marBottom w:val="0"/>
      <w:divBdr>
        <w:top w:val="none" w:sz="0" w:space="0" w:color="auto"/>
        <w:left w:val="none" w:sz="0" w:space="0" w:color="auto"/>
        <w:bottom w:val="none" w:sz="0" w:space="0" w:color="auto"/>
        <w:right w:val="none" w:sz="0" w:space="0" w:color="auto"/>
      </w:divBdr>
    </w:div>
    <w:div w:id="1689402363">
      <w:marLeft w:val="0"/>
      <w:marRight w:val="0"/>
      <w:marTop w:val="0"/>
      <w:marBottom w:val="0"/>
      <w:divBdr>
        <w:top w:val="none" w:sz="0" w:space="0" w:color="auto"/>
        <w:left w:val="none" w:sz="0" w:space="0" w:color="auto"/>
        <w:bottom w:val="none" w:sz="0" w:space="0" w:color="auto"/>
        <w:right w:val="none" w:sz="0" w:space="0" w:color="auto"/>
      </w:divBdr>
    </w:div>
    <w:div w:id="1689402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Pages>27</Pages>
  <Words>3073</Words>
  <Characters>17517</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6</cp:revision>
  <dcterms:created xsi:type="dcterms:W3CDTF">2012-05-14T12:42:00Z</dcterms:created>
  <dcterms:modified xsi:type="dcterms:W3CDTF">2012-09-24T11:19:00Z</dcterms:modified>
</cp:coreProperties>
</file>